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D718B3" w14:textId="77777777" w:rsidR="00D95AE4" w:rsidRDefault="002D4311" w:rsidP="007528C3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6432" behindDoc="0" locked="0" layoutInCell="1" allowOverlap="0" wp14:anchorId="21153AAD" wp14:editId="4678B206">
            <wp:simplePos x="0" y="0"/>
            <wp:positionH relativeFrom="column">
              <wp:posOffset>4953000</wp:posOffset>
            </wp:positionH>
            <wp:positionV relativeFrom="page">
              <wp:posOffset>6197600</wp:posOffset>
            </wp:positionV>
            <wp:extent cx="873760" cy="833755"/>
            <wp:effectExtent l="0" t="0" r="0" b="0"/>
            <wp:wrapThrough wrapText="bothSides">
              <wp:wrapPolygon edited="0">
                <wp:start x="5023" y="1974"/>
                <wp:lineTo x="1256" y="11845"/>
                <wp:lineTo x="1884" y="13819"/>
                <wp:lineTo x="11930" y="17109"/>
                <wp:lineTo x="12558" y="18425"/>
                <wp:lineTo x="15698" y="18425"/>
                <wp:lineTo x="20093" y="8554"/>
                <wp:lineTo x="16953" y="5264"/>
                <wp:lineTo x="8163" y="1974"/>
                <wp:lineTo x="5023" y="1974"/>
              </wp:wrapPolygon>
            </wp:wrapThrough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760" cy="833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DB6DEE" w14:textId="77777777" w:rsidR="005E7CF7" w:rsidRDefault="00AB32C3" w:rsidP="007528C3">
      <w:pPr>
        <w:pStyle w:val="ContactDetails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F526C58" wp14:editId="38132F7B">
                <wp:simplePos x="0" y="0"/>
                <wp:positionH relativeFrom="column">
                  <wp:posOffset>217805</wp:posOffset>
                </wp:positionH>
                <wp:positionV relativeFrom="paragraph">
                  <wp:posOffset>472440</wp:posOffset>
                </wp:positionV>
                <wp:extent cx="2880360" cy="4724400"/>
                <wp:effectExtent l="0" t="0" r="0" b="0"/>
                <wp:wrapNone/>
                <wp:docPr id="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0360" cy="472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BEE4DA" w14:textId="77777777" w:rsidR="00141E42" w:rsidRPr="00EF672E" w:rsidRDefault="00442FBE" w:rsidP="00141E42">
                            <w:pPr>
                              <w:pStyle w:val="ContactDetails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EF672E">
                              <w:rPr>
                                <w:b/>
                                <w:sz w:val="18"/>
                                <w:szCs w:val="18"/>
                              </w:rPr>
                              <w:t xml:space="preserve">Contact Details: </w:t>
                            </w:r>
                          </w:p>
                          <w:p w14:paraId="315E5511" w14:textId="77777777" w:rsidR="006C71E6" w:rsidRPr="00EF672E" w:rsidRDefault="006C71E6" w:rsidP="00EF672E">
                            <w:pPr>
                              <w:pStyle w:val="ContactDetails"/>
                              <w:spacing w:after="0" w:line="240" w:lineRule="auto"/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EF672E"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North West Regional Hospital</w:t>
                            </w:r>
                          </w:p>
                          <w:p w14:paraId="0AF23DCD" w14:textId="77777777" w:rsidR="007528C3" w:rsidRPr="00141E42" w:rsidRDefault="007528C3" w:rsidP="00EF672E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141E42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Brickport</w:t>
                            </w:r>
                            <w:proofErr w:type="spellEnd"/>
                            <w:r w:rsidRPr="00141E42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Rd, Burnie, TAS 7320</w:t>
                            </w:r>
                          </w:p>
                          <w:p w14:paraId="0A39A609" w14:textId="77777777" w:rsidR="006C71E6" w:rsidRDefault="006C71E6" w:rsidP="00141E42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41E42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Revenue Office: (03) 6477 7787</w:t>
                            </w:r>
                          </w:p>
                          <w:p w14:paraId="60A36276" w14:textId="77777777" w:rsidR="00877F8C" w:rsidRPr="00141E42" w:rsidRDefault="00877F8C" w:rsidP="00141E42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Cashier Location: L4 Parkside</w:t>
                            </w:r>
                            <w:r w:rsidR="00EF672E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1 </w:t>
                            </w:r>
                            <w:proofErr w:type="spellStart"/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Brickwell</w:t>
                            </w:r>
                            <w:proofErr w:type="spellEnd"/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Street, Burnie 7320</w:t>
                            </w:r>
                          </w:p>
                          <w:p w14:paraId="770535BC" w14:textId="77777777" w:rsidR="00877F8C" w:rsidRPr="00877F8C" w:rsidRDefault="00877F8C" w:rsidP="00877F8C"/>
                          <w:p w14:paraId="1DEB6A94" w14:textId="77777777" w:rsidR="00442FBE" w:rsidRPr="00EF672E" w:rsidRDefault="006C71E6" w:rsidP="00141E42">
                            <w:pPr>
                              <w:pStyle w:val="ContactDetails"/>
                              <w:spacing w:after="0" w:line="240" w:lineRule="auto"/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EF672E"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Mersey Community Hospital</w:t>
                            </w:r>
                          </w:p>
                          <w:p w14:paraId="6B647E37" w14:textId="77777777" w:rsidR="007528C3" w:rsidRPr="00141E42" w:rsidRDefault="007528C3" w:rsidP="00141E42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41E42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Bass Highway, Latrobe TAS 7307</w:t>
                            </w:r>
                          </w:p>
                          <w:p w14:paraId="094AE4A4" w14:textId="77777777" w:rsidR="006C71E6" w:rsidRDefault="006C71E6" w:rsidP="00141E42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41E42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Revenue Office: (03) 64785258</w:t>
                            </w:r>
                          </w:p>
                          <w:p w14:paraId="19322758" w14:textId="77777777" w:rsidR="00877F8C" w:rsidRDefault="00877F8C" w:rsidP="00141E42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Cashier Location: Ground Floor</w:t>
                            </w:r>
                            <w:r w:rsidR="00EF672E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Mersey Community Hospital</w:t>
                            </w:r>
                          </w:p>
                          <w:p w14:paraId="341C248D" w14:textId="77777777" w:rsidR="00141E42" w:rsidRDefault="00141E42" w:rsidP="007528C3">
                            <w:pPr>
                              <w:spacing w:after="0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  <w:p w14:paraId="36B2F6F0" w14:textId="77777777" w:rsidR="00877F8C" w:rsidRPr="00141E42" w:rsidRDefault="00877F8C" w:rsidP="007528C3">
                            <w:pPr>
                              <w:spacing w:after="0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  <w:p w14:paraId="0AB81421" w14:textId="77777777" w:rsidR="00141E42" w:rsidRPr="00EF672E" w:rsidRDefault="00141E42" w:rsidP="00141E42">
                            <w:pPr>
                              <w:spacing w:after="0" w:line="240" w:lineRule="auto"/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EF672E"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Launceston General Hospital</w:t>
                            </w:r>
                          </w:p>
                          <w:p w14:paraId="52E8FFA4" w14:textId="77777777" w:rsidR="00141E42" w:rsidRPr="00141E42" w:rsidRDefault="00141E42" w:rsidP="00141E42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41E42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Charles Street, Launceston TAS 7250</w:t>
                            </w:r>
                          </w:p>
                          <w:p w14:paraId="4FA4259F" w14:textId="77777777" w:rsidR="00141E42" w:rsidRPr="00141E42" w:rsidRDefault="00141E42" w:rsidP="00EF672E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41E42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Revenue Office: (03) 6777 6027</w:t>
                            </w:r>
                          </w:p>
                          <w:p w14:paraId="674425F1" w14:textId="77777777" w:rsidR="00141E42" w:rsidRDefault="00877F8C" w:rsidP="00EF672E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Cashier Location: L3</w:t>
                            </w:r>
                            <w:r w:rsidR="00EF672E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Launceston </w:t>
                            </w:r>
                          </w:p>
                          <w:p w14:paraId="3C707EF2" w14:textId="77777777" w:rsidR="00877F8C" w:rsidRDefault="00877F8C" w:rsidP="00EF672E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General Hospital</w:t>
                            </w:r>
                          </w:p>
                          <w:p w14:paraId="42C2CF13" w14:textId="77777777" w:rsidR="00877F8C" w:rsidRDefault="00877F8C" w:rsidP="00877F8C">
                            <w:pPr>
                              <w:spacing w:after="0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  <w:p w14:paraId="468ED87B" w14:textId="77777777" w:rsidR="00877F8C" w:rsidRPr="00EF672E" w:rsidRDefault="00877F8C" w:rsidP="00877F8C">
                            <w:pPr>
                              <w:spacing w:after="0"/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  <w:p w14:paraId="7113B295" w14:textId="77777777" w:rsidR="00141E42" w:rsidRPr="00EF672E" w:rsidRDefault="00141E42" w:rsidP="00EF672E">
                            <w:pPr>
                              <w:spacing w:after="0" w:line="240" w:lineRule="auto"/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EF672E"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Royal Hobart Hospital</w:t>
                            </w:r>
                          </w:p>
                          <w:p w14:paraId="1BB6FE69" w14:textId="77777777" w:rsidR="00141E42" w:rsidRDefault="00141E42" w:rsidP="00EF672E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41E42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Liverpool Street, </w:t>
                            </w: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Hoba</w:t>
                            </w:r>
                            <w:r w:rsidRPr="00141E42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rt TAS 7000</w:t>
                            </w:r>
                          </w:p>
                          <w:p w14:paraId="564AB46C" w14:textId="77777777" w:rsidR="00141E42" w:rsidRPr="00141E42" w:rsidRDefault="00141E42" w:rsidP="00EF672E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Revenue Office: (03) 6166 8252</w:t>
                            </w:r>
                          </w:p>
                          <w:p w14:paraId="0AF86882" w14:textId="77777777" w:rsidR="00141E42" w:rsidRPr="00EF672E" w:rsidRDefault="00877F8C" w:rsidP="00EF672E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EF672E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Cashier Location: L1 Wellington Centre, Argyle Street Hobart 7000</w:t>
                            </w:r>
                          </w:p>
                          <w:p w14:paraId="76CDEB76" w14:textId="77777777" w:rsidR="00442FBE" w:rsidRDefault="00442FBE" w:rsidP="007528C3">
                            <w:pPr>
                              <w:pStyle w:val="ContactDetails"/>
                            </w:pPr>
                          </w:p>
                          <w:p w14:paraId="54CEFC76" w14:textId="77777777" w:rsidR="00442FBE" w:rsidRDefault="00442FBE" w:rsidP="007528C3">
                            <w:pPr>
                              <w:pStyle w:val="ContactDetails"/>
                            </w:pPr>
                          </w:p>
                          <w:p w14:paraId="23B8189B" w14:textId="77777777" w:rsidR="00442FBE" w:rsidRDefault="00442FBE" w:rsidP="007528C3">
                            <w:pPr>
                              <w:pStyle w:val="ContactDetails"/>
                            </w:pPr>
                          </w:p>
                          <w:p w14:paraId="6894AEB3" w14:textId="77777777" w:rsidR="00442FBE" w:rsidRDefault="00442FBE" w:rsidP="007528C3">
                            <w:pPr>
                              <w:pStyle w:val="ContactDetails"/>
                            </w:pPr>
                          </w:p>
                          <w:p w14:paraId="2AFEF24E" w14:textId="77777777" w:rsidR="00442FBE" w:rsidRPr="005B2083" w:rsidRDefault="00442FBE" w:rsidP="007528C3">
                            <w:pPr>
                              <w:pStyle w:val="ContactDetails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F526C58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17.15pt;margin-top:37.2pt;width:226.8pt;height:37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" filled="f" stroked="f">
                <v:textbox>
                  <w:txbxContent>
                    <w:p w14:paraId="37BEE4DA" w14:textId="77777777" w:rsidR="00141E42" w:rsidRPr="00EF672E" w:rsidRDefault="00442FBE" w:rsidP="00141E42">
                      <w:pPr>
                        <w:pStyle w:val="ContactDetails"/>
                        <w:rPr>
                          <w:b/>
                          <w:sz w:val="18"/>
                          <w:szCs w:val="18"/>
                        </w:rPr>
                      </w:pPr>
                      <w:r w:rsidRPr="00EF672E">
                        <w:rPr>
                          <w:b/>
                          <w:sz w:val="18"/>
                          <w:szCs w:val="18"/>
                        </w:rPr>
                        <w:t xml:space="preserve">Contact Details: </w:t>
                      </w:r>
                    </w:p>
                    <w:p w14:paraId="315E5511" w14:textId="77777777" w:rsidR="006C71E6" w:rsidRPr="00EF672E" w:rsidRDefault="006C71E6" w:rsidP="00EF672E">
                      <w:pPr>
                        <w:pStyle w:val="ContactDetails"/>
                        <w:spacing w:after="0" w:line="240" w:lineRule="auto"/>
                        <w:rPr>
                          <w:b/>
                          <w:color w:val="FFFFFF" w:themeColor="background1"/>
                          <w:sz w:val="18"/>
                          <w:szCs w:val="18"/>
                        </w:rPr>
                      </w:pPr>
                      <w:r w:rsidRPr="00EF672E">
                        <w:rPr>
                          <w:b/>
                          <w:color w:val="FFFFFF" w:themeColor="background1"/>
                          <w:sz w:val="18"/>
                          <w:szCs w:val="18"/>
                        </w:rPr>
                        <w:t>North West Regional Hospital</w:t>
                      </w:r>
                    </w:p>
                    <w:p w14:paraId="0AF23DCD" w14:textId="77777777" w:rsidR="007528C3" w:rsidRPr="00141E42" w:rsidRDefault="007528C3" w:rsidP="00EF672E">
                      <w:pPr>
                        <w:spacing w:after="0" w:line="240" w:lineRule="auto"/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proofErr w:type="spellStart"/>
                      <w:r w:rsidRPr="00141E42">
                        <w:rPr>
                          <w:color w:val="FFFFFF" w:themeColor="background1"/>
                          <w:sz w:val="18"/>
                          <w:szCs w:val="18"/>
                        </w:rPr>
                        <w:t>Brickport</w:t>
                      </w:r>
                      <w:proofErr w:type="spellEnd"/>
                      <w:r w:rsidRPr="00141E42">
                        <w:rPr>
                          <w:color w:val="FFFFFF" w:themeColor="background1"/>
                          <w:sz w:val="18"/>
                          <w:szCs w:val="18"/>
                        </w:rPr>
                        <w:t xml:space="preserve"> Rd, Burnie, TAS 7320</w:t>
                      </w:r>
                    </w:p>
                    <w:p w14:paraId="0A39A609" w14:textId="77777777" w:rsidR="006C71E6" w:rsidRDefault="006C71E6" w:rsidP="00141E42">
                      <w:pPr>
                        <w:spacing w:after="0" w:line="240" w:lineRule="auto"/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 w:rsidRPr="00141E42">
                        <w:rPr>
                          <w:color w:val="FFFFFF" w:themeColor="background1"/>
                          <w:sz w:val="18"/>
                          <w:szCs w:val="18"/>
                        </w:rPr>
                        <w:t>Revenue Office: (03) 6477 7787</w:t>
                      </w:r>
                    </w:p>
                    <w:p w14:paraId="60A36276" w14:textId="77777777" w:rsidR="00877F8C" w:rsidRPr="00141E42" w:rsidRDefault="00877F8C" w:rsidP="00141E42">
                      <w:pPr>
                        <w:spacing w:after="0" w:line="240" w:lineRule="auto"/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color w:val="FFFFFF" w:themeColor="background1"/>
                          <w:sz w:val="18"/>
                          <w:szCs w:val="18"/>
                        </w:rPr>
                        <w:t>Cashier Location: L4 Parkside</w:t>
                      </w:r>
                      <w:r w:rsidR="00EF672E">
                        <w:rPr>
                          <w:color w:val="FFFFFF" w:themeColor="background1"/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color w:val="FFFFFF" w:themeColor="background1"/>
                          <w:sz w:val="18"/>
                          <w:szCs w:val="18"/>
                        </w:rPr>
                        <w:t xml:space="preserve"> 1 </w:t>
                      </w:r>
                      <w:proofErr w:type="spellStart"/>
                      <w:r>
                        <w:rPr>
                          <w:color w:val="FFFFFF" w:themeColor="background1"/>
                          <w:sz w:val="18"/>
                          <w:szCs w:val="18"/>
                        </w:rPr>
                        <w:t>Brickwell</w:t>
                      </w:r>
                      <w:proofErr w:type="spellEnd"/>
                      <w:r>
                        <w:rPr>
                          <w:color w:val="FFFFFF" w:themeColor="background1"/>
                          <w:sz w:val="18"/>
                          <w:szCs w:val="18"/>
                        </w:rPr>
                        <w:t xml:space="preserve"> Street, Burnie 7320</w:t>
                      </w:r>
                    </w:p>
                    <w:p w14:paraId="770535BC" w14:textId="77777777" w:rsidR="00877F8C" w:rsidRPr="00877F8C" w:rsidRDefault="00877F8C" w:rsidP="00877F8C"/>
                    <w:p w14:paraId="1DEB6A94" w14:textId="77777777" w:rsidR="00442FBE" w:rsidRPr="00EF672E" w:rsidRDefault="006C71E6" w:rsidP="00141E42">
                      <w:pPr>
                        <w:pStyle w:val="ContactDetails"/>
                        <w:spacing w:after="0" w:line="240" w:lineRule="auto"/>
                        <w:rPr>
                          <w:b/>
                          <w:color w:val="FFFFFF" w:themeColor="background1"/>
                          <w:sz w:val="18"/>
                          <w:szCs w:val="18"/>
                        </w:rPr>
                      </w:pPr>
                      <w:r w:rsidRPr="00EF672E">
                        <w:rPr>
                          <w:b/>
                          <w:color w:val="FFFFFF" w:themeColor="background1"/>
                          <w:sz w:val="18"/>
                          <w:szCs w:val="18"/>
                        </w:rPr>
                        <w:t>Mersey Community Hospital</w:t>
                      </w:r>
                    </w:p>
                    <w:p w14:paraId="6B647E37" w14:textId="77777777" w:rsidR="007528C3" w:rsidRPr="00141E42" w:rsidRDefault="007528C3" w:rsidP="00141E42">
                      <w:pPr>
                        <w:spacing w:after="0" w:line="240" w:lineRule="auto"/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 w:rsidRPr="00141E42">
                        <w:rPr>
                          <w:color w:val="FFFFFF" w:themeColor="background1"/>
                          <w:sz w:val="18"/>
                          <w:szCs w:val="18"/>
                        </w:rPr>
                        <w:t>Bass Highway, Latrobe TAS 7307</w:t>
                      </w:r>
                    </w:p>
                    <w:p w14:paraId="094AE4A4" w14:textId="77777777" w:rsidR="006C71E6" w:rsidRDefault="006C71E6" w:rsidP="00141E42">
                      <w:pPr>
                        <w:spacing w:after="0" w:line="240" w:lineRule="auto"/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 w:rsidRPr="00141E42">
                        <w:rPr>
                          <w:color w:val="FFFFFF" w:themeColor="background1"/>
                          <w:sz w:val="18"/>
                          <w:szCs w:val="18"/>
                        </w:rPr>
                        <w:t>Revenue Office: (03) 64785258</w:t>
                      </w:r>
                    </w:p>
                    <w:p w14:paraId="19322758" w14:textId="77777777" w:rsidR="00877F8C" w:rsidRDefault="00877F8C" w:rsidP="00141E42">
                      <w:pPr>
                        <w:spacing w:after="0" w:line="240" w:lineRule="auto"/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color w:val="FFFFFF" w:themeColor="background1"/>
                          <w:sz w:val="18"/>
                          <w:szCs w:val="18"/>
                        </w:rPr>
                        <w:t>Cashier Location: Ground Floor</w:t>
                      </w:r>
                      <w:r w:rsidR="00EF672E">
                        <w:rPr>
                          <w:color w:val="FFFFFF" w:themeColor="background1"/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color w:val="FFFFFF" w:themeColor="background1"/>
                          <w:sz w:val="18"/>
                          <w:szCs w:val="18"/>
                        </w:rPr>
                        <w:t xml:space="preserve"> Mersey Community Hospital</w:t>
                      </w:r>
                    </w:p>
                    <w:p w14:paraId="341C248D" w14:textId="77777777" w:rsidR="00141E42" w:rsidRDefault="00141E42" w:rsidP="007528C3">
                      <w:pPr>
                        <w:spacing w:after="0"/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  <w:p w14:paraId="36B2F6F0" w14:textId="77777777" w:rsidR="00877F8C" w:rsidRPr="00141E42" w:rsidRDefault="00877F8C" w:rsidP="007528C3">
                      <w:pPr>
                        <w:spacing w:after="0"/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  <w:p w14:paraId="0AB81421" w14:textId="77777777" w:rsidR="00141E42" w:rsidRPr="00EF672E" w:rsidRDefault="00141E42" w:rsidP="00141E42">
                      <w:pPr>
                        <w:spacing w:after="0" w:line="240" w:lineRule="auto"/>
                        <w:rPr>
                          <w:b/>
                          <w:color w:val="FFFFFF" w:themeColor="background1"/>
                          <w:sz w:val="18"/>
                          <w:szCs w:val="18"/>
                        </w:rPr>
                      </w:pPr>
                      <w:r w:rsidRPr="00EF672E">
                        <w:rPr>
                          <w:b/>
                          <w:color w:val="FFFFFF" w:themeColor="background1"/>
                          <w:sz w:val="18"/>
                          <w:szCs w:val="18"/>
                        </w:rPr>
                        <w:t>Launceston General Hospital</w:t>
                      </w:r>
                    </w:p>
                    <w:p w14:paraId="52E8FFA4" w14:textId="77777777" w:rsidR="00141E42" w:rsidRPr="00141E42" w:rsidRDefault="00141E42" w:rsidP="00141E42">
                      <w:pPr>
                        <w:spacing w:after="0" w:line="240" w:lineRule="auto"/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 w:rsidRPr="00141E42">
                        <w:rPr>
                          <w:color w:val="FFFFFF" w:themeColor="background1"/>
                          <w:sz w:val="18"/>
                          <w:szCs w:val="18"/>
                        </w:rPr>
                        <w:t>Charles Street, Launceston TAS 7250</w:t>
                      </w:r>
                    </w:p>
                    <w:p w14:paraId="4FA4259F" w14:textId="77777777" w:rsidR="00141E42" w:rsidRPr="00141E42" w:rsidRDefault="00141E42" w:rsidP="00EF672E">
                      <w:pPr>
                        <w:spacing w:after="0" w:line="240" w:lineRule="auto"/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 w:rsidRPr="00141E42">
                        <w:rPr>
                          <w:color w:val="FFFFFF" w:themeColor="background1"/>
                          <w:sz w:val="18"/>
                          <w:szCs w:val="18"/>
                        </w:rPr>
                        <w:t>Revenue Office: (03) 6777 6027</w:t>
                      </w:r>
                    </w:p>
                    <w:p w14:paraId="674425F1" w14:textId="77777777" w:rsidR="00141E42" w:rsidRDefault="00877F8C" w:rsidP="00EF672E">
                      <w:pPr>
                        <w:spacing w:after="0" w:line="240" w:lineRule="auto"/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color w:val="FFFFFF" w:themeColor="background1"/>
                          <w:sz w:val="18"/>
                          <w:szCs w:val="18"/>
                        </w:rPr>
                        <w:t>Cashier Location: L3</w:t>
                      </w:r>
                      <w:r w:rsidR="00EF672E">
                        <w:rPr>
                          <w:color w:val="FFFFFF" w:themeColor="background1"/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color w:val="FFFFFF" w:themeColor="background1"/>
                          <w:sz w:val="18"/>
                          <w:szCs w:val="18"/>
                        </w:rPr>
                        <w:t xml:space="preserve"> Launceston </w:t>
                      </w:r>
                    </w:p>
                    <w:p w14:paraId="3C707EF2" w14:textId="77777777" w:rsidR="00877F8C" w:rsidRDefault="00877F8C" w:rsidP="00EF672E">
                      <w:pPr>
                        <w:spacing w:after="0" w:line="240" w:lineRule="auto"/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color w:val="FFFFFF" w:themeColor="background1"/>
                          <w:sz w:val="18"/>
                          <w:szCs w:val="18"/>
                        </w:rPr>
                        <w:t>General Hospital</w:t>
                      </w:r>
                    </w:p>
                    <w:p w14:paraId="42C2CF13" w14:textId="77777777" w:rsidR="00877F8C" w:rsidRDefault="00877F8C" w:rsidP="00877F8C">
                      <w:pPr>
                        <w:spacing w:after="0"/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  <w:p w14:paraId="468ED87B" w14:textId="77777777" w:rsidR="00877F8C" w:rsidRPr="00EF672E" w:rsidRDefault="00877F8C" w:rsidP="00877F8C">
                      <w:pPr>
                        <w:spacing w:after="0"/>
                        <w:rPr>
                          <w:b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  <w:p w14:paraId="7113B295" w14:textId="77777777" w:rsidR="00141E42" w:rsidRPr="00EF672E" w:rsidRDefault="00141E42" w:rsidP="00EF672E">
                      <w:pPr>
                        <w:spacing w:after="0" w:line="240" w:lineRule="auto"/>
                        <w:rPr>
                          <w:b/>
                          <w:color w:val="FFFFFF" w:themeColor="background1"/>
                          <w:sz w:val="18"/>
                          <w:szCs w:val="18"/>
                        </w:rPr>
                      </w:pPr>
                      <w:r w:rsidRPr="00EF672E">
                        <w:rPr>
                          <w:b/>
                          <w:color w:val="FFFFFF" w:themeColor="background1"/>
                          <w:sz w:val="18"/>
                          <w:szCs w:val="18"/>
                        </w:rPr>
                        <w:t>Royal Hobart Hospital</w:t>
                      </w:r>
                    </w:p>
                    <w:p w14:paraId="1BB6FE69" w14:textId="77777777" w:rsidR="00141E42" w:rsidRDefault="00141E42" w:rsidP="00EF672E">
                      <w:pPr>
                        <w:spacing w:after="0" w:line="240" w:lineRule="auto"/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 w:rsidRPr="00141E42">
                        <w:rPr>
                          <w:color w:val="FFFFFF" w:themeColor="background1"/>
                          <w:sz w:val="18"/>
                          <w:szCs w:val="18"/>
                        </w:rPr>
                        <w:t xml:space="preserve">Liverpool Street, </w:t>
                      </w:r>
                      <w:r>
                        <w:rPr>
                          <w:color w:val="FFFFFF" w:themeColor="background1"/>
                          <w:sz w:val="18"/>
                          <w:szCs w:val="18"/>
                        </w:rPr>
                        <w:t>Hoba</w:t>
                      </w:r>
                      <w:r w:rsidRPr="00141E42">
                        <w:rPr>
                          <w:color w:val="FFFFFF" w:themeColor="background1"/>
                          <w:sz w:val="18"/>
                          <w:szCs w:val="18"/>
                        </w:rPr>
                        <w:t>rt TAS 7000</w:t>
                      </w:r>
                    </w:p>
                    <w:p w14:paraId="564AB46C" w14:textId="77777777" w:rsidR="00141E42" w:rsidRPr="00141E42" w:rsidRDefault="00141E42" w:rsidP="00EF672E">
                      <w:pPr>
                        <w:spacing w:after="0" w:line="240" w:lineRule="auto"/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color w:val="FFFFFF" w:themeColor="background1"/>
                          <w:sz w:val="18"/>
                          <w:szCs w:val="18"/>
                        </w:rPr>
                        <w:t>Revenue Office: (03) 6166 8252</w:t>
                      </w:r>
                    </w:p>
                    <w:p w14:paraId="0AF86882" w14:textId="77777777" w:rsidR="00141E42" w:rsidRPr="00EF672E" w:rsidRDefault="00877F8C" w:rsidP="00EF672E">
                      <w:pPr>
                        <w:spacing w:after="0" w:line="240" w:lineRule="auto"/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 w:rsidRPr="00EF672E">
                        <w:rPr>
                          <w:color w:val="FFFFFF" w:themeColor="background1"/>
                          <w:sz w:val="18"/>
                          <w:szCs w:val="18"/>
                        </w:rPr>
                        <w:t>Cashier Location: L1 Wellington Centre, Argyle Street Hobart 7000</w:t>
                      </w:r>
                    </w:p>
                    <w:p w14:paraId="76CDEB76" w14:textId="77777777" w:rsidR="00442FBE" w:rsidRDefault="00442FBE" w:rsidP="007528C3">
                      <w:pPr>
                        <w:pStyle w:val="ContactDetails"/>
                      </w:pPr>
                    </w:p>
                    <w:p w14:paraId="54CEFC76" w14:textId="77777777" w:rsidR="00442FBE" w:rsidRDefault="00442FBE" w:rsidP="007528C3">
                      <w:pPr>
                        <w:pStyle w:val="ContactDetails"/>
                      </w:pPr>
                    </w:p>
                    <w:p w14:paraId="23B8189B" w14:textId="77777777" w:rsidR="00442FBE" w:rsidRDefault="00442FBE" w:rsidP="007528C3">
                      <w:pPr>
                        <w:pStyle w:val="ContactDetails"/>
                      </w:pPr>
                    </w:p>
                    <w:p w14:paraId="6894AEB3" w14:textId="77777777" w:rsidR="00442FBE" w:rsidRDefault="00442FBE" w:rsidP="007528C3">
                      <w:pPr>
                        <w:pStyle w:val="ContactDetails"/>
                      </w:pPr>
                    </w:p>
                    <w:p w14:paraId="2AFEF24E" w14:textId="77777777" w:rsidR="00442FBE" w:rsidRPr="005B2083" w:rsidRDefault="00442FBE" w:rsidP="007528C3">
                      <w:pPr>
                        <w:pStyle w:val="ContactDetails"/>
                      </w:pPr>
                    </w:p>
                  </w:txbxContent>
                </v:textbox>
              </v:shape>
            </w:pict>
          </mc:Fallback>
        </mc:AlternateContent>
      </w:r>
      <w:r w:rsidR="00827A21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3114E69" wp14:editId="59F9EBFB">
                <wp:simplePos x="0" y="0"/>
                <wp:positionH relativeFrom="column">
                  <wp:posOffset>3658235</wp:posOffset>
                </wp:positionH>
                <wp:positionV relativeFrom="paragraph">
                  <wp:posOffset>1647825</wp:posOffset>
                </wp:positionV>
                <wp:extent cx="3108325" cy="2933700"/>
                <wp:effectExtent l="0" t="0" r="15875" b="0"/>
                <wp:wrapNone/>
                <wp:docPr id="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8325" cy="293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BDC8A8" w14:textId="77777777" w:rsidR="00442FBE" w:rsidRPr="005B2083" w:rsidRDefault="006C71E6" w:rsidP="007528C3">
                            <w:pPr>
                              <w:pStyle w:val="Title"/>
                            </w:pPr>
                            <w:r>
                              <w:t>A Guide to Patient Charges</w:t>
                            </w:r>
                          </w:p>
                          <w:p w14:paraId="5AC7A3B4" w14:textId="77777777" w:rsidR="005B7ADA" w:rsidRDefault="005B7ADA" w:rsidP="007528C3">
                            <w:pPr>
                              <w:pStyle w:val="Subtitle1"/>
                            </w:pPr>
                          </w:p>
                          <w:p w14:paraId="37E025F4" w14:textId="77777777" w:rsidR="00442FBE" w:rsidRDefault="00827A21" w:rsidP="007528C3">
                            <w:pPr>
                              <w:pStyle w:val="Subtitle1"/>
                            </w:pPr>
                            <w:r>
                              <w:t>Medicare Inelig</w:t>
                            </w:r>
                            <w:r w:rsidR="00E53655">
                              <w:t>ib</w:t>
                            </w:r>
                            <w:r>
                              <w:t>le Patient</w:t>
                            </w:r>
                          </w:p>
                          <w:p w14:paraId="2D1CDB42" w14:textId="77777777" w:rsidR="00827A21" w:rsidRPr="005B2083" w:rsidRDefault="00827A21" w:rsidP="007528C3">
                            <w:pPr>
                              <w:pStyle w:val="Subtitle1"/>
                            </w:pPr>
                            <w:r>
                              <w:t>(Overseas visitors, students and workers</w:t>
                            </w:r>
                            <w:r w:rsidR="00990660"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3114E69" id="Text Box 14" o:spid="_x0000_s1027" type="#_x0000_t202" style="position:absolute;margin-left:288.05pt;margin-top:129.75pt;width:244.75pt;height:23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" filled="f" stroked="f">
                <v:textbox inset="0,0,0,0">
                  <w:txbxContent>
                    <w:p w14:paraId="1BBDC8A8" w14:textId="77777777" w:rsidR="00442FBE" w:rsidRPr="005B2083" w:rsidRDefault="006C71E6" w:rsidP="007528C3">
                      <w:pPr>
                        <w:pStyle w:val="Title"/>
                      </w:pPr>
                      <w:r>
                        <w:t>A Guide to Patient Charges</w:t>
                      </w:r>
                    </w:p>
                    <w:p w14:paraId="5AC7A3B4" w14:textId="77777777" w:rsidR="005B7ADA" w:rsidRDefault="005B7ADA" w:rsidP="007528C3">
                      <w:pPr>
                        <w:pStyle w:val="Subtitle1"/>
                      </w:pPr>
                    </w:p>
                    <w:p w14:paraId="37E025F4" w14:textId="77777777" w:rsidR="00442FBE" w:rsidRDefault="00827A21" w:rsidP="007528C3">
                      <w:pPr>
                        <w:pStyle w:val="Subtitle1"/>
                      </w:pPr>
                      <w:r>
                        <w:t>Medicare Inelig</w:t>
                      </w:r>
                      <w:r w:rsidR="00E53655">
                        <w:t>ib</w:t>
                      </w:r>
                      <w:r>
                        <w:t>le Patient</w:t>
                      </w:r>
                    </w:p>
                    <w:p w14:paraId="2D1CDB42" w14:textId="77777777" w:rsidR="00827A21" w:rsidRPr="005B2083" w:rsidRDefault="00827A21" w:rsidP="007528C3">
                      <w:pPr>
                        <w:pStyle w:val="Subtitle1"/>
                      </w:pPr>
                      <w:r>
                        <w:t>(Overseas visitors, students and workers</w:t>
                      </w:r>
                      <w:r w:rsidR="00990660"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2774B1">
        <w:rPr>
          <w:noProof/>
        </w:rPr>
        <w:drawing>
          <wp:anchor distT="0" distB="0" distL="114300" distR="114300" simplePos="0" relativeHeight="251651071" behindDoc="1" locked="0" layoutInCell="1" allowOverlap="1" wp14:anchorId="63DEF438" wp14:editId="7B4BE1BB">
            <wp:simplePos x="0" y="0"/>
            <wp:positionH relativeFrom="page">
              <wp:align>center</wp:align>
            </wp:positionH>
            <wp:positionV relativeFrom="page">
              <wp:posOffset>0</wp:posOffset>
            </wp:positionV>
            <wp:extent cx="10679458" cy="7552055"/>
            <wp:effectExtent l="0" t="0" r="0" b="0"/>
            <wp:wrapNone/>
            <wp:docPr id="48" name="Picture 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CH 500GB:CH DHHS WIP:1900 THO NW DL with See Through Box for Custom Image Fleur King:THO NW 6pp DL See Through for Image.png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9458" cy="755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003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1FB786" wp14:editId="40D05B6F">
                <wp:simplePos x="0" y="0"/>
                <wp:positionH relativeFrom="column">
                  <wp:posOffset>3749040</wp:posOffset>
                </wp:positionH>
                <wp:positionV relativeFrom="paragraph">
                  <wp:posOffset>342900</wp:posOffset>
                </wp:positionV>
                <wp:extent cx="3013075" cy="914400"/>
                <wp:effectExtent l="0" t="0" r="1270" b="0"/>
                <wp:wrapNone/>
                <wp:docPr id="7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30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7871C6" w14:textId="77777777" w:rsidR="00442FBE" w:rsidRPr="00D72A8A" w:rsidRDefault="006C71E6" w:rsidP="007528C3">
                            <w:pPr>
                              <w:pStyle w:val="Subtitle1"/>
                            </w:pPr>
                            <w:r>
                              <w:t>THS Revenue Office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91FB786" id="Text Box 40" o:spid="_x0000_s1028" type="#_x0000_t202" style="position:absolute;margin-left:295.2pt;margin-top:27pt;width:237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" filled="f" stroked="f">
                <v:textbox inset="0,0,0,0">
                  <w:txbxContent>
                    <w:p w14:paraId="6C7871C6" w14:textId="77777777" w:rsidR="00442FBE" w:rsidRPr="00D72A8A" w:rsidRDefault="006C71E6" w:rsidP="007528C3">
                      <w:pPr>
                        <w:pStyle w:val="Subtitle1"/>
                      </w:pPr>
                      <w:r>
                        <w:t>THS Revenue Office</w:t>
                      </w:r>
                    </w:p>
                  </w:txbxContent>
                </v:textbox>
              </v:shape>
            </w:pict>
          </mc:Fallback>
        </mc:AlternateContent>
      </w:r>
      <w:r w:rsidR="00FD0035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507D4E" wp14:editId="6EE3D3DA">
                <wp:simplePos x="0" y="0"/>
                <wp:positionH relativeFrom="column">
                  <wp:posOffset>215900</wp:posOffset>
                </wp:positionH>
                <wp:positionV relativeFrom="paragraph">
                  <wp:posOffset>5725160</wp:posOffset>
                </wp:positionV>
                <wp:extent cx="2813685" cy="439420"/>
                <wp:effectExtent l="0" t="0" r="0" b="0"/>
                <wp:wrapNone/>
                <wp:docPr id="8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368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2F7516" w14:textId="77777777" w:rsidR="00442FBE" w:rsidRPr="007528C3" w:rsidRDefault="006C71E6" w:rsidP="007528C3">
                            <w:pPr>
                              <w:pStyle w:val="ContactDetails"/>
                              <w:rPr>
                                <w:sz w:val="22"/>
                                <w:szCs w:val="22"/>
                              </w:rPr>
                            </w:pPr>
                            <w:r w:rsidRPr="007528C3">
                              <w:rPr>
                                <w:sz w:val="22"/>
                                <w:szCs w:val="22"/>
                              </w:rPr>
                              <w:t>Consumer Approved</w:t>
                            </w:r>
                            <w:r w:rsidR="00442FBE" w:rsidRPr="007528C3">
                              <w:rPr>
                                <w:sz w:val="22"/>
                                <w:szCs w:val="22"/>
                              </w:rPr>
                              <w:t>: Insert Date</w:t>
                            </w:r>
                          </w:p>
                          <w:p w14:paraId="61AB9106" w14:textId="77777777" w:rsidR="00442FBE" w:rsidRDefault="00442FBE" w:rsidP="007528C3">
                            <w:pPr>
                              <w:pStyle w:val="ContactDetails"/>
                            </w:pPr>
                          </w:p>
                          <w:p w14:paraId="0DE790B0" w14:textId="77777777" w:rsidR="00442FBE" w:rsidRDefault="00442FBE" w:rsidP="007528C3">
                            <w:pPr>
                              <w:pStyle w:val="ContactDetails"/>
                            </w:pPr>
                          </w:p>
                          <w:p w14:paraId="07A66CEF" w14:textId="77777777" w:rsidR="00442FBE" w:rsidRDefault="00442FBE" w:rsidP="007528C3">
                            <w:pPr>
                              <w:pStyle w:val="ContactDetails"/>
                            </w:pPr>
                            <w:r>
                              <w:t xml:space="preserve">  </w:t>
                            </w:r>
                          </w:p>
                          <w:p w14:paraId="16ADBAC2" w14:textId="77777777" w:rsidR="00442FBE" w:rsidRDefault="00442FBE" w:rsidP="007528C3">
                            <w:pPr>
                              <w:pStyle w:val="ContactDetails"/>
                            </w:pPr>
                          </w:p>
                          <w:p w14:paraId="21E26537" w14:textId="77777777" w:rsidR="00442FBE" w:rsidRDefault="00442FBE" w:rsidP="007528C3">
                            <w:pPr>
                              <w:pStyle w:val="ContactDetails"/>
                            </w:pPr>
                          </w:p>
                          <w:p w14:paraId="0551C66D" w14:textId="77777777" w:rsidR="00442FBE" w:rsidRDefault="00442FBE" w:rsidP="007528C3">
                            <w:pPr>
                              <w:pStyle w:val="ContactDetails"/>
                            </w:pPr>
                          </w:p>
                          <w:p w14:paraId="2D35F61A" w14:textId="77777777" w:rsidR="00442FBE" w:rsidRPr="005B2083" w:rsidRDefault="00442FBE" w:rsidP="007528C3">
                            <w:pPr>
                              <w:pStyle w:val="ContactDetails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4507D4E" id="Text Box 45" o:spid="_x0000_s1029" type="#_x0000_t202" style="position:absolute;margin-left:17pt;margin-top:450.8pt;width:221.55pt;height:34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" filled="f" stroked="f">
                <v:textbox>
                  <w:txbxContent>
                    <w:p w14:paraId="322F7516" w14:textId="77777777" w:rsidR="00442FBE" w:rsidRPr="007528C3" w:rsidRDefault="006C71E6" w:rsidP="007528C3">
                      <w:pPr>
                        <w:pStyle w:val="ContactDetails"/>
                        <w:rPr>
                          <w:sz w:val="22"/>
                          <w:szCs w:val="22"/>
                        </w:rPr>
                      </w:pPr>
                      <w:r w:rsidRPr="007528C3">
                        <w:rPr>
                          <w:sz w:val="22"/>
                          <w:szCs w:val="22"/>
                        </w:rPr>
                        <w:t>Consumer Approved</w:t>
                      </w:r>
                      <w:r w:rsidR="00442FBE" w:rsidRPr="007528C3">
                        <w:rPr>
                          <w:sz w:val="22"/>
                          <w:szCs w:val="22"/>
                        </w:rPr>
                        <w:t>: Insert Date</w:t>
                      </w:r>
                    </w:p>
                    <w:p w14:paraId="61AB9106" w14:textId="77777777" w:rsidR="00442FBE" w:rsidRDefault="00442FBE" w:rsidP="007528C3">
                      <w:pPr>
                        <w:pStyle w:val="ContactDetails"/>
                      </w:pPr>
                    </w:p>
                    <w:p w14:paraId="0DE790B0" w14:textId="77777777" w:rsidR="00442FBE" w:rsidRDefault="00442FBE" w:rsidP="007528C3">
                      <w:pPr>
                        <w:pStyle w:val="ContactDetails"/>
                      </w:pPr>
                    </w:p>
                    <w:p w14:paraId="07A66CEF" w14:textId="77777777" w:rsidR="00442FBE" w:rsidRDefault="00442FBE" w:rsidP="007528C3">
                      <w:pPr>
                        <w:pStyle w:val="ContactDetails"/>
                      </w:pPr>
                      <w:r>
                        <w:t xml:space="preserve">  </w:t>
                      </w:r>
                    </w:p>
                    <w:p w14:paraId="16ADBAC2" w14:textId="77777777" w:rsidR="00442FBE" w:rsidRDefault="00442FBE" w:rsidP="007528C3">
                      <w:pPr>
                        <w:pStyle w:val="ContactDetails"/>
                      </w:pPr>
                    </w:p>
                    <w:p w14:paraId="21E26537" w14:textId="77777777" w:rsidR="00442FBE" w:rsidRDefault="00442FBE" w:rsidP="007528C3">
                      <w:pPr>
                        <w:pStyle w:val="ContactDetails"/>
                      </w:pPr>
                    </w:p>
                    <w:p w14:paraId="0551C66D" w14:textId="77777777" w:rsidR="00442FBE" w:rsidRDefault="00442FBE" w:rsidP="007528C3">
                      <w:pPr>
                        <w:pStyle w:val="ContactDetails"/>
                      </w:pPr>
                    </w:p>
                    <w:p w14:paraId="2D35F61A" w14:textId="77777777" w:rsidR="00442FBE" w:rsidRPr="005B2083" w:rsidRDefault="00442FBE" w:rsidP="007528C3">
                      <w:pPr>
                        <w:pStyle w:val="ContactDetails"/>
                      </w:pPr>
                    </w:p>
                  </w:txbxContent>
                </v:textbox>
              </v:shape>
            </w:pict>
          </mc:Fallback>
        </mc:AlternateContent>
      </w:r>
      <w:r w:rsidR="00FD0035">
        <w:rPr>
          <w:noProof/>
        </w:rPr>
        <w:drawing>
          <wp:anchor distT="0" distB="0" distL="114300" distR="114300" simplePos="0" relativeHeight="251661312" behindDoc="0" locked="0" layoutInCell="1" allowOverlap="1" wp14:anchorId="35434D14" wp14:editId="71F0CDE8">
            <wp:simplePos x="0" y="0"/>
            <wp:positionH relativeFrom="column">
              <wp:posOffset>4000500</wp:posOffset>
            </wp:positionH>
            <wp:positionV relativeFrom="page">
              <wp:posOffset>6248400</wp:posOffset>
            </wp:positionV>
            <wp:extent cx="807085" cy="793115"/>
            <wp:effectExtent l="0" t="0" r="0" b="0"/>
            <wp:wrapSquare wrapText="bothSides"/>
            <wp:docPr id="44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085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0035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E182EB9" wp14:editId="40C54959">
                <wp:simplePos x="0" y="0"/>
                <wp:positionH relativeFrom="column">
                  <wp:posOffset>0</wp:posOffset>
                </wp:positionH>
                <wp:positionV relativeFrom="paragraph">
                  <wp:posOffset>-176530</wp:posOffset>
                </wp:positionV>
                <wp:extent cx="3528060" cy="7560310"/>
                <wp:effectExtent l="0" t="1270" r="2540" b="0"/>
                <wp:wrapSquare wrapText="bothSides"/>
                <wp:docPr id="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8060" cy="7560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363137" w14:textId="77777777" w:rsidR="008238EA" w:rsidRPr="007528C3" w:rsidRDefault="007528C3" w:rsidP="007528C3">
                            <w:pPr>
                              <w:rPr>
                                <w:b/>
                              </w:rPr>
                            </w:pPr>
                            <w:r w:rsidRPr="007528C3">
                              <w:rPr>
                                <w:b/>
                              </w:rPr>
                              <w:t>How Do I Pay My Account?</w:t>
                            </w:r>
                          </w:p>
                          <w:p w14:paraId="3F0AD456" w14:textId="77777777" w:rsidR="007528C3" w:rsidRDefault="007528C3" w:rsidP="007528C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7528C3">
                              <w:rPr>
                                <w:sz w:val="22"/>
                                <w:szCs w:val="22"/>
                              </w:rPr>
                              <w:t xml:space="preserve">There are a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number of ways you can pay your account for </w:t>
                            </w:r>
                            <w:r w:rsidR="00E6024E">
                              <w:rPr>
                                <w:sz w:val="22"/>
                                <w:szCs w:val="22"/>
                              </w:rPr>
                              <w:t>your hospital care:</w:t>
                            </w:r>
                          </w:p>
                          <w:p w14:paraId="1D80BA6A" w14:textId="77777777" w:rsidR="007528C3" w:rsidRDefault="007528C3" w:rsidP="007528C3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spacing w:after="0"/>
                              <w:rPr>
                                <w:sz w:val="22"/>
                                <w:szCs w:val="22"/>
                              </w:rPr>
                            </w:pPr>
                            <w:r w:rsidRPr="00E6024E">
                              <w:rPr>
                                <w:b/>
                                <w:sz w:val="22"/>
                                <w:szCs w:val="22"/>
                              </w:rPr>
                              <w:t>Over the phone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by credit card </w:t>
                            </w:r>
                            <w:r w:rsidR="00E6024E">
                              <w:rPr>
                                <w:sz w:val="22"/>
                                <w:szCs w:val="22"/>
                              </w:rPr>
                              <w:t xml:space="preserve">to the hospital’s revenue office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(phone numbers on the back of this brochure)</w:t>
                            </w:r>
                          </w:p>
                          <w:p w14:paraId="6E7C3FCF" w14:textId="77777777" w:rsidR="007528C3" w:rsidRDefault="007528C3" w:rsidP="007528C3">
                            <w:pPr>
                              <w:pStyle w:val="ListParagraph"/>
                              <w:spacing w:after="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2FA8D718" w14:textId="77777777" w:rsidR="002662E5" w:rsidRDefault="007528C3" w:rsidP="002662E5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spacing w:after="0" w:line="240" w:lineRule="auto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Complete a credit card form available </w:t>
                            </w:r>
                            <w:r w:rsidR="00E6024E">
                              <w:rPr>
                                <w:sz w:val="22"/>
                                <w:szCs w:val="22"/>
                              </w:rPr>
                              <w:t>from the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revenue office. </w:t>
                            </w:r>
                          </w:p>
                          <w:p w14:paraId="7B5086F6" w14:textId="77777777" w:rsidR="002662E5" w:rsidRPr="002662E5" w:rsidRDefault="002662E5" w:rsidP="002662E5">
                            <w:pPr>
                              <w:pStyle w:val="ListParagraph"/>
                              <w:spacing w:line="240" w:lineRule="auto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5B568400" w14:textId="77777777" w:rsidR="007528C3" w:rsidRDefault="007528C3" w:rsidP="002662E5">
                            <w:pPr>
                              <w:pStyle w:val="ListParagraph"/>
                              <w:spacing w:after="0" w:line="240" w:lineRule="auto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(Mastercard / Visa / EFTPOS only)</w:t>
                            </w:r>
                          </w:p>
                          <w:p w14:paraId="2112DEED" w14:textId="77777777" w:rsidR="007528C3" w:rsidRPr="007528C3" w:rsidRDefault="007528C3" w:rsidP="007528C3">
                            <w:pPr>
                              <w:spacing w:after="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6BFEE54A" w14:textId="77777777" w:rsidR="00877F8C" w:rsidRDefault="00877F8C" w:rsidP="007528C3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spacing w:after="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In person </w:t>
                            </w:r>
                            <w:r w:rsidR="00EF672E">
                              <w:rPr>
                                <w:sz w:val="22"/>
                                <w:szCs w:val="22"/>
                              </w:rPr>
                              <w:t>at cashier locations - see contact details in this brochure</w:t>
                            </w:r>
                          </w:p>
                          <w:p w14:paraId="2CAF34C1" w14:textId="77777777" w:rsidR="00827A21" w:rsidRPr="00AB32C3" w:rsidRDefault="00827A21" w:rsidP="00AB32C3">
                            <w:pPr>
                              <w:pStyle w:val="ListParagrap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5887A71B" w14:textId="77777777" w:rsidR="00827A21" w:rsidRPr="007528C3" w:rsidRDefault="00827A21" w:rsidP="007528C3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spacing w:after="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By mail – </w:t>
                            </w:r>
                            <w:r w:rsidR="00EF672E">
                              <w:rPr>
                                <w:sz w:val="22"/>
                                <w:szCs w:val="22"/>
                              </w:rPr>
                              <w:t xml:space="preserve">refer </w:t>
                            </w:r>
                            <w:r w:rsidR="00877F8C">
                              <w:rPr>
                                <w:sz w:val="22"/>
                                <w:szCs w:val="22"/>
                              </w:rPr>
                              <w:t xml:space="preserve">to the address on </w:t>
                            </w:r>
                            <w:r w:rsidR="00EF672E">
                              <w:rPr>
                                <w:sz w:val="22"/>
                                <w:szCs w:val="22"/>
                              </w:rPr>
                              <w:t xml:space="preserve">your </w:t>
                            </w:r>
                            <w:r w:rsidR="00877F8C">
                              <w:rPr>
                                <w:sz w:val="22"/>
                                <w:szCs w:val="22"/>
                              </w:rPr>
                              <w:t>invoice</w:t>
                            </w:r>
                          </w:p>
                          <w:p w14:paraId="67228C3A" w14:textId="77777777" w:rsidR="007528C3" w:rsidRDefault="007528C3" w:rsidP="007528C3"/>
                          <w:p w14:paraId="336A699C" w14:textId="77777777" w:rsidR="008238EA" w:rsidRPr="007528C3" w:rsidRDefault="008238EA" w:rsidP="007528C3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7528C3">
                              <w:rPr>
                                <w:b/>
                                <w:sz w:val="24"/>
                                <w:szCs w:val="24"/>
                              </w:rPr>
                              <w:t>What Happens if I Don’t Pay My Account?</w:t>
                            </w:r>
                          </w:p>
                          <w:p w14:paraId="146245AA" w14:textId="77777777" w:rsidR="008238EA" w:rsidRPr="007528C3" w:rsidRDefault="008238EA" w:rsidP="007528C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7528C3">
                              <w:rPr>
                                <w:sz w:val="22"/>
                                <w:szCs w:val="22"/>
                              </w:rPr>
                              <w:t>If you do not pay your account in the agreed timeframe, your details will be sent to a collection agency to handle.  If required, our hospital may also need to advise the relevant Commonwealth authorities.</w:t>
                            </w:r>
                          </w:p>
                          <w:p w14:paraId="191742E2" w14:textId="77777777" w:rsidR="008238EA" w:rsidRPr="007528C3" w:rsidRDefault="008238EA" w:rsidP="007528C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7528C3">
                              <w:rPr>
                                <w:sz w:val="22"/>
                                <w:szCs w:val="22"/>
                              </w:rPr>
                              <w:t>If you are experiencing financial or non-financial problems which make it hard for you to pay your account, p</w:t>
                            </w:r>
                            <w:r w:rsidR="00E6024E">
                              <w:rPr>
                                <w:sz w:val="22"/>
                                <w:szCs w:val="22"/>
                              </w:rPr>
                              <w:t>lease talk to our revenue office</w:t>
                            </w:r>
                            <w:r w:rsidRPr="007528C3"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2C6D8D74" w14:textId="77777777" w:rsidR="00174C27" w:rsidRPr="005B7ADA" w:rsidRDefault="00174C27" w:rsidP="007528C3"/>
                          <w:p w14:paraId="01D85B35" w14:textId="77777777" w:rsidR="00442FBE" w:rsidRPr="005B7ADA" w:rsidRDefault="00442FBE" w:rsidP="007528C3"/>
                        </w:txbxContent>
                      </wps:txbx>
                      <wps:bodyPr rot="0" vert="horz" wrap="square" lIns="270000" tIns="270000" rIns="270000" bIns="270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E182EB9" id="Text Box 9" o:spid="_x0000_s1030" type="#_x0000_t202" style="position:absolute;margin-left:0;margin-top:-13.9pt;width:277.8pt;height:595.3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" filled="f" stroked="f">
                <v:textbox inset="7.5mm,7.5mm,7.5mm,7.5mm">
                  <w:txbxContent>
                    <w:p w14:paraId="49363137" w14:textId="77777777" w:rsidR="008238EA" w:rsidRPr="007528C3" w:rsidRDefault="007528C3" w:rsidP="007528C3">
                      <w:pPr>
                        <w:rPr>
                          <w:b/>
                        </w:rPr>
                      </w:pPr>
                      <w:r w:rsidRPr="007528C3">
                        <w:rPr>
                          <w:b/>
                        </w:rPr>
                        <w:t>How Do I Pay My Account?</w:t>
                      </w:r>
                    </w:p>
                    <w:p w14:paraId="3F0AD456" w14:textId="77777777" w:rsidR="007528C3" w:rsidRDefault="007528C3" w:rsidP="007528C3">
                      <w:pPr>
                        <w:rPr>
                          <w:sz w:val="22"/>
                          <w:szCs w:val="22"/>
                        </w:rPr>
                      </w:pPr>
                      <w:r w:rsidRPr="007528C3">
                        <w:rPr>
                          <w:sz w:val="22"/>
                          <w:szCs w:val="22"/>
                        </w:rPr>
                        <w:t xml:space="preserve">There are a </w:t>
                      </w:r>
                      <w:r>
                        <w:rPr>
                          <w:sz w:val="22"/>
                          <w:szCs w:val="22"/>
                        </w:rPr>
                        <w:t xml:space="preserve">number of ways you can pay your account for </w:t>
                      </w:r>
                      <w:r w:rsidR="00E6024E">
                        <w:rPr>
                          <w:sz w:val="22"/>
                          <w:szCs w:val="22"/>
                        </w:rPr>
                        <w:t>your hospital care:</w:t>
                      </w:r>
                    </w:p>
                    <w:p w14:paraId="1D80BA6A" w14:textId="77777777" w:rsidR="007528C3" w:rsidRDefault="007528C3" w:rsidP="007528C3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spacing w:after="0"/>
                        <w:rPr>
                          <w:sz w:val="22"/>
                          <w:szCs w:val="22"/>
                        </w:rPr>
                      </w:pPr>
                      <w:r w:rsidRPr="00E6024E">
                        <w:rPr>
                          <w:b/>
                          <w:sz w:val="22"/>
                          <w:szCs w:val="22"/>
                        </w:rPr>
                        <w:t>Over the phone</w:t>
                      </w:r>
                      <w:r>
                        <w:rPr>
                          <w:sz w:val="22"/>
                          <w:szCs w:val="22"/>
                        </w:rPr>
                        <w:t xml:space="preserve"> by credit card </w:t>
                      </w:r>
                      <w:r w:rsidR="00E6024E">
                        <w:rPr>
                          <w:sz w:val="22"/>
                          <w:szCs w:val="22"/>
                        </w:rPr>
                        <w:t xml:space="preserve">to the hospital’s revenue office </w:t>
                      </w:r>
                      <w:r>
                        <w:rPr>
                          <w:sz w:val="22"/>
                          <w:szCs w:val="22"/>
                        </w:rPr>
                        <w:t>(phone numbers on the back of this brochure)</w:t>
                      </w:r>
                    </w:p>
                    <w:p w14:paraId="6E7C3FCF" w14:textId="77777777" w:rsidR="007528C3" w:rsidRDefault="007528C3" w:rsidP="007528C3">
                      <w:pPr>
                        <w:pStyle w:val="ListParagraph"/>
                        <w:spacing w:after="0"/>
                        <w:rPr>
                          <w:sz w:val="22"/>
                          <w:szCs w:val="22"/>
                        </w:rPr>
                      </w:pPr>
                    </w:p>
                    <w:p w14:paraId="2FA8D718" w14:textId="77777777" w:rsidR="002662E5" w:rsidRDefault="007528C3" w:rsidP="002662E5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spacing w:after="0" w:line="240" w:lineRule="auto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Complete a credit card form available </w:t>
                      </w:r>
                      <w:r w:rsidR="00E6024E">
                        <w:rPr>
                          <w:sz w:val="22"/>
                          <w:szCs w:val="22"/>
                        </w:rPr>
                        <w:t>from the</w:t>
                      </w:r>
                      <w:r>
                        <w:rPr>
                          <w:sz w:val="22"/>
                          <w:szCs w:val="22"/>
                        </w:rPr>
                        <w:t xml:space="preserve"> revenue office. </w:t>
                      </w:r>
                    </w:p>
                    <w:p w14:paraId="7B5086F6" w14:textId="77777777" w:rsidR="002662E5" w:rsidRPr="002662E5" w:rsidRDefault="002662E5" w:rsidP="002662E5">
                      <w:pPr>
                        <w:pStyle w:val="ListParagraph"/>
                        <w:spacing w:line="240" w:lineRule="auto"/>
                        <w:rPr>
                          <w:sz w:val="22"/>
                          <w:szCs w:val="22"/>
                        </w:rPr>
                      </w:pPr>
                    </w:p>
                    <w:p w14:paraId="5B568400" w14:textId="77777777" w:rsidR="007528C3" w:rsidRDefault="007528C3" w:rsidP="002662E5">
                      <w:pPr>
                        <w:pStyle w:val="ListParagraph"/>
                        <w:spacing w:after="0" w:line="240" w:lineRule="auto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(Mastercard / Visa / EFTPOS only)</w:t>
                      </w:r>
                    </w:p>
                    <w:p w14:paraId="2112DEED" w14:textId="77777777" w:rsidR="007528C3" w:rsidRPr="007528C3" w:rsidRDefault="007528C3" w:rsidP="007528C3">
                      <w:pPr>
                        <w:spacing w:after="0"/>
                        <w:rPr>
                          <w:sz w:val="22"/>
                          <w:szCs w:val="22"/>
                        </w:rPr>
                      </w:pPr>
                    </w:p>
                    <w:p w14:paraId="6BFEE54A" w14:textId="77777777" w:rsidR="00877F8C" w:rsidRDefault="00877F8C" w:rsidP="007528C3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spacing w:after="0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In person </w:t>
                      </w:r>
                      <w:r w:rsidR="00EF672E">
                        <w:rPr>
                          <w:sz w:val="22"/>
                          <w:szCs w:val="22"/>
                        </w:rPr>
                        <w:t>at cashier locations - see contact details in this brochure</w:t>
                      </w:r>
                    </w:p>
                    <w:p w14:paraId="2CAF34C1" w14:textId="77777777" w:rsidR="00827A21" w:rsidRPr="00AB32C3" w:rsidRDefault="00827A21" w:rsidP="00AB32C3">
                      <w:pPr>
                        <w:pStyle w:val="ListParagraph"/>
                        <w:rPr>
                          <w:sz w:val="22"/>
                          <w:szCs w:val="22"/>
                        </w:rPr>
                      </w:pPr>
                    </w:p>
                    <w:p w14:paraId="5887A71B" w14:textId="77777777" w:rsidR="00827A21" w:rsidRPr="007528C3" w:rsidRDefault="00827A21" w:rsidP="007528C3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spacing w:after="0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By mail – </w:t>
                      </w:r>
                      <w:r w:rsidR="00EF672E">
                        <w:rPr>
                          <w:sz w:val="22"/>
                          <w:szCs w:val="22"/>
                        </w:rPr>
                        <w:t xml:space="preserve">refer </w:t>
                      </w:r>
                      <w:r w:rsidR="00877F8C">
                        <w:rPr>
                          <w:sz w:val="22"/>
                          <w:szCs w:val="22"/>
                        </w:rPr>
                        <w:t xml:space="preserve">to the address on </w:t>
                      </w:r>
                      <w:r w:rsidR="00EF672E">
                        <w:rPr>
                          <w:sz w:val="22"/>
                          <w:szCs w:val="22"/>
                        </w:rPr>
                        <w:t xml:space="preserve">your </w:t>
                      </w:r>
                      <w:r w:rsidR="00877F8C">
                        <w:rPr>
                          <w:sz w:val="22"/>
                          <w:szCs w:val="22"/>
                        </w:rPr>
                        <w:t>invoice</w:t>
                      </w:r>
                    </w:p>
                    <w:p w14:paraId="67228C3A" w14:textId="77777777" w:rsidR="007528C3" w:rsidRDefault="007528C3" w:rsidP="007528C3"/>
                    <w:p w14:paraId="336A699C" w14:textId="77777777" w:rsidR="008238EA" w:rsidRPr="007528C3" w:rsidRDefault="008238EA" w:rsidP="007528C3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7528C3">
                        <w:rPr>
                          <w:b/>
                          <w:sz w:val="24"/>
                          <w:szCs w:val="24"/>
                        </w:rPr>
                        <w:t>What Happens if I Don’t Pay My Account?</w:t>
                      </w:r>
                    </w:p>
                    <w:p w14:paraId="146245AA" w14:textId="77777777" w:rsidR="008238EA" w:rsidRPr="007528C3" w:rsidRDefault="008238EA" w:rsidP="007528C3">
                      <w:pPr>
                        <w:rPr>
                          <w:sz w:val="22"/>
                          <w:szCs w:val="22"/>
                        </w:rPr>
                      </w:pPr>
                      <w:r w:rsidRPr="007528C3">
                        <w:rPr>
                          <w:sz w:val="22"/>
                          <w:szCs w:val="22"/>
                        </w:rPr>
                        <w:t>If you do not pay your account in the agreed timeframe, your details will be sent to a collection agency to handle.  If required, our hospital may also need to advise the relevant Commonwealth authorities.</w:t>
                      </w:r>
                    </w:p>
                    <w:p w14:paraId="191742E2" w14:textId="77777777" w:rsidR="008238EA" w:rsidRPr="007528C3" w:rsidRDefault="008238EA" w:rsidP="007528C3">
                      <w:pPr>
                        <w:rPr>
                          <w:sz w:val="22"/>
                          <w:szCs w:val="22"/>
                        </w:rPr>
                      </w:pPr>
                      <w:r w:rsidRPr="007528C3">
                        <w:rPr>
                          <w:sz w:val="22"/>
                          <w:szCs w:val="22"/>
                        </w:rPr>
                        <w:t>If you are experiencing financial or non-financial problems which make it hard for you to pay your account, p</w:t>
                      </w:r>
                      <w:r w:rsidR="00E6024E">
                        <w:rPr>
                          <w:sz w:val="22"/>
                          <w:szCs w:val="22"/>
                        </w:rPr>
                        <w:t>lease talk to our revenue office</w:t>
                      </w:r>
                      <w:r w:rsidRPr="007528C3">
                        <w:rPr>
                          <w:sz w:val="22"/>
                          <w:szCs w:val="22"/>
                        </w:rPr>
                        <w:t>.</w:t>
                      </w:r>
                    </w:p>
                    <w:p w14:paraId="2C6D8D74" w14:textId="77777777" w:rsidR="00174C27" w:rsidRPr="005B7ADA" w:rsidRDefault="00174C27" w:rsidP="007528C3"/>
                    <w:p w14:paraId="01D85B35" w14:textId="77777777" w:rsidR="00442FBE" w:rsidRPr="005B7ADA" w:rsidRDefault="00442FBE" w:rsidP="007528C3"/>
                  </w:txbxContent>
                </v:textbox>
                <w10:wrap type="square"/>
              </v:shape>
            </w:pict>
          </mc:Fallback>
        </mc:AlternateContent>
      </w:r>
      <w:r w:rsidR="00D95AE4">
        <w:br w:type="column"/>
      </w:r>
      <w:r w:rsidR="004226B9">
        <w:lastRenderedPageBreak/>
        <w:br w:type="page"/>
      </w:r>
      <w:r w:rsidR="00827A21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9BA283" wp14:editId="4CB66ADC">
                <wp:simplePos x="0" y="0"/>
                <wp:positionH relativeFrom="column">
                  <wp:posOffset>3629025</wp:posOffset>
                </wp:positionH>
                <wp:positionV relativeFrom="paragraph">
                  <wp:posOffset>0</wp:posOffset>
                </wp:positionV>
                <wp:extent cx="3564255" cy="7934325"/>
                <wp:effectExtent l="0" t="0" r="0" b="0"/>
                <wp:wrapSquare wrapText="bothSides"/>
                <wp:docPr id="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4255" cy="793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CC6A91" w14:textId="77777777" w:rsidR="00827A21" w:rsidRPr="00AB32C3" w:rsidRDefault="00844944" w:rsidP="00827A21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AB32C3">
                              <w:rPr>
                                <w:b/>
                                <w:sz w:val="18"/>
                                <w:szCs w:val="18"/>
                              </w:rPr>
                              <w:t>International Students</w:t>
                            </w:r>
                          </w:p>
                          <w:p w14:paraId="3B20EDC1" w14:textId="77777777" w:rsidR="00827A21" w:rsidRPr="00AB32C3" w:rsidRDefault="00827A21" w:rsidP="00827A2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B32C3">
                              <w:rPr>
                                <w:sz w:val="18"/>
                                <w:szCs w:val="18"/>
                              </w:rPr>
                              <w:t xml:space="preserve"> With the exception of students from Belgium, New Zealand, Norway and Sweden it is a condition of your student visa that you take out Overseas Health Cover.</w:t>
                            </w:r>
                          </w:p>
                          <w:p w14:paraId="794DDDFA" w14:textId="77777777" w:rsidR="00442FBE" w:rsidRPr="00AB32C3" w:rsidRDefault="00442FBE" w:rsidP="007528C3">
                            <w:pPr>
                              <w:pStyle w:val="Heading1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B49A9FF" w14:textId="77777777" w:rsidR="00844944" w:rsidRPr="00AB32C3" w:rsidRDefault="00844944" w:rsidP="007528C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140B5DF4" w14:textId="77777777" w:rsidR="00844944" w:rsidRPr="00AB32C3" w:rsidRDefault="00844944" w:rsidP="007528C3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AB32C3">
                              <w:rPr>
                                <w:b/>
                                <w:sz w:val="18"/>
                                <w:szCs w:val="18"/>
                              </w:rPr>
                              <w:t>Asylum Seekers and Refugees</w:t>
                            </w:r>
                          </w:p>
                          <w:p w14:paraId="1320039B" w14:textId="77777777" w:rsidR="008238EA" w:rsidRPr="00AB32C3" w:rsidRDefault="00844944" w:rsidP="007528C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B32C3">
                              <w:rPr>
                                <w:sz w:val="18"/>
                                <w:szCs w:val="18"/>
                              </w:rPr>
                              <w:t>Asylum seekers and refugees are eligible for free medical care in Tasmanian public hospitals.  However you will need to produce documents to confirm your status – including Department of Immigration and Citizenship or a recognised asylum support agency, such as Red Cross.</w:t>
                            </w:r>
                          </w:p>
                          <w:p w14:paraId="4E36F9FE" w14:textId="77777777" w:rsidR="00915531" w:rsidRDefault="00201AEB" w:rsidP="007528C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B32C3">
                              <w:rPr>
                                <w:sz w:val="18"/>
                                <w:szCs w:val="18"/>
                              </w:rPr>
                              <w:t xml:space="preserve">If you don’t have your documents with you, you will need to pay upfront for your medical costs.  However, these costs can be repaid to you </w:t>
                            </w:r>
                            <w:r w:rsidR="00915531" w:rsidRPr="00AB32C3">
                              <w:rPr>
                                <w:sz w:val="18"/>
                                <w:szCs w:val="18"/>
                              </w:rPr>
                              <w:t>once you show your documents to the THS Revenue Office.</w:t>
                            </w:r>
                          </w:p>
                          <w:p w14:paraId="2E217751" w14:textId="77777777" w:rsidR="008238EA" w:rsidRPr="00AB32C3" w:rsidRDefault="008238EA" w:rsidP="007528C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4EB236F" w14:textId="5F115699" w:rsidR="00915531" w:rsidRPr="00AB32C3" w:rsidRDefault="008238EA" w:rsidP="007528C3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AB32C3">
                              <w:rPr>
                                <w:b/>
                                <w:sz w:val="18"/>
                                <w:szCs w:val="18"/>
                              </w:rPr>
                              <w:t xml:space="preserve">What Information do I Need to Bring to Hospital </w:t>
                            </w:r>
                            <w:r w:rsidR="001336DC">
                              <w:rPr>
                                <w:b/>
                                <w:sz w:val="18"/>
                                <w:szCs w:val="18"/>
                              </w:rPr>
                              <w:t>w</w:t>
                            </w:r>
                            <w:r w:rsidRPr="00AB32C3">
                              <w:rPr>
                                <w:b/>
                                <w:sz w:val="18"/>
                                <w:szCs w:val="18"/>
                              </w:rPr>
                              <w:t xml:space="preserve">ith Me? </w:t>
                            </w:r>
                          </w:p>
                          <w:p w14:paraId="5BBB3E54" w14:textId="77777777" w:rsidR="008238EA" w:rsidRPr="00AB32C3" w:rsidRDefault="008238EA" w:rsidP="00E6024E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AB32C3">
                              <w:rPr>
                                <w:sz w:val="18"/>
                                <w:szCs w:val="18"/>
                              </w:rPr>
                              <w:t>You will need to bring:</w:t>
                            </w:r>
                          </w:p>
                          <w:p w14:paraId="3952F0A9" w14:textId="77777777" w:rsidR="008238EA" w:rsidRPr="00AB32C3" w:rsidRDefault="008238EA" w:rsidP="00E6024E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AB32C3">
                              <w:rPr>
                                <w:sz w:val="18"/>
                                <w:szCs w:val="18"/>
                              </w:rPr>
                              <w:t>Your passport and visa</w:t>
                            </w:r>
                          </w:p>
                          <w:p w14:paraId="3DE75C8F" w14:textId="77777777" w:rsidR="008238EA" w:rsidRPr="00AB32C3" w:rsidRDefault="008238EA" w:rsidP="007528C3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 w:rsidRPr="00AB32C3">
                              <w:rPr>
                                <w:sz w:val="18"/>
                                <w:szCs w:val="18"/>
                              </w:rPr>
                              <w:t>Contact information during your stay in Australia</w:t>
                            </w:r>
                          </w:p>
                          <w:p w14:paraId="6FD6B9A1" w14:textId="77777777" w:rsidR="008238EA" w:rsidRPr="005D2C15" w:rsidRDefault="008238EA" w:rsidP="007528C3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 w:rsidRPr="00AB32C3">
                              <w:rPr>
                                <w:sz w:val="18"/>
                                <w:szCs w:val="18"/>
                              </w:rPr>
                              <w:t>Evidence of overseas residential</w:t>
                            </w:r>
                            <w:r w:rsidRPr="007528C3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5D2C15">
                              <w:rPr>
                                <w:sz w:val="18"/>
                                <w:szCs w:val="18"/>
                              </w:rPr>
                              <w:t>address</w:t>
                            </w:r>
                          </w:p>
                          <w:p w14:paraId="1B9C53F8" w14:textId="77777777" w:rsidR="008238EA" w:rsidRPr="00AB32C3" w:rsidRDefault="008238EA" w:rsidP="007528C3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 w:rsidRPr="005D2C15">
                              <w:rPr>
                                <w:sz w:val="18"/>
                                <w:szCs w:val="18"/>
                              </w:rPr>
                              <w:t>Health insurance policy details (if this app</w:t>
                            </w:r>
                            <w:r w:rsidRPr="00AB32C3">
                              <w:rPr>
                                <w:sz w:val="18"/>
                                <w:szCs w:val="18"/>
                              </w:rPr>
                              <w:t>lies to you)</w:t>
                            </w:r>
                          </w:p>
                          <w:p w14:paraId="574E1BF2" w14:textId="77777777" w:rsidR="00915531" w:rsidRDefault="00915531" w:rsidP="007528C3"/>
                          <w:p w14:paraId="6A92FE5C" w14:textId="77777777" w:rsidR="00201AEB" w:rsidRPr="00844944" w:rsidRDefault="00201AEB" w:rsidP="007528C3">
                            <w:r>
                              <w:t xml:space="preserve"> </w:t>
                            </w:r>
                          </w:p>
                          <w:p w14:paraId="2434FB65" w14:textId="77777777" w:rsidR="00844944" w:rsidRPr="00844944" w:rsidRDefault="00844944" w:rsidP="007528C3"/>
                          <w:p w14:paraId="1F9D21B8" w14:textId="77777777" w:rsidR="00442FBE" w:rsidRPr="00844944" w:rsidRDefault="00442FBE" w:rsidP="007528C3"/>
                        </w:txbxContent>
                      </wps:txbx>
                      <wps:bodyPr rot="0" vert="horz" wrap="square" lIns="270000" tIns="270000" rIns="270000" bIns="270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B9BA283" id="Text Box 31" o:spid="_x0000_s1031" type="#_x0000_t202" style="position:absolute;margin-left:285.75pt;margin-top:0;width:280.65pt;height:62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" filled="f" stroked="f">
                <v:textbox inset="7.5mm,7.5mm,7.5mm,7.5mm">
                  <w:txbxContent>
                    <w:p w14:paraId="16CC6A91" w14:textId="77777777" w:rsidR="00827A21" w:rsidRPr="00AB32C3" w:rsidRDefault="00844944" w:rsidP="00827A21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 w:rsidRPr="00AB32C3">
                        <w:rPr>
                          <w:b/>
                          <w:sz w:val="18"/>
                          <w:szCs w:val="18"/>
                        </w:rPr>
                        <w:t>International Students</w:t>
                      </w:r>
                    </w:p>
                    <w:p w14:paraId="3B20EDC1" w14:textId="77777777" w:rsidR="00827A21" w:rsidRPr="00AB32C3" w:rsidRDefault="00827A21" w:rsidP="00827A21">
                      <w:pPr>
                        <w:rPr>
                          <w:sz w:val="18"/>
                          <w:szCs w:val="18"/>
                        </w:rPr>
                      </w:pPr>
                      <w:r w:rsidRPr="00AB32C3">
                        <w:rPr>
                          <w:sz w:val="18"/>
                          <w:szCs w:val="18"/>
                        </w:rPr>
                        <w:t xml:space="preserve"> With the exception of students from Belgium, New Zealand, Norway and Sweden it is a condition of your student visa that you take out Overseas Health Cover.</w:t>
                      </w:r>
                    </w:p>
                    <w:p w14:paraId="794DDDFA" w14:textId="77777777" w:rsidR="00442FBE" w:rsidRPr="00AB32C3" w:rsidRDefault="00442FBE" w:rsidP="007528C3">
                      <w:pPr>
                        <w:pStyle w:val="Heading1"/>
                        <w:rPr>
                          <w:sz w:val="18"/>
                          <w:szCs w:val="18"/>
                        </w:rPr>
                      </w:pPr>
                    </w:p>
                    <w:p w14:paraId="3B49A9FF" w14:textId="77777777" w:rsidR="00844944" w:rsidRPr="00AB32C3" w:rsidRDefault="00844944" w:rsidP="007528C3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140B5DF4" w14:textId="77777777" w:rsidR="00844944" w:rsidRPr="00AB32C3" w:rsidRDefault="00844944" w:rsidP="007528C3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 w:rsidRPr="00AB32C3">
                        <w:rPr>
                          <w:b/>
                          <w:sz w:val="18"/>
                          <w:szCs w:val="18"/>
                        </w:rPr>
                        <w:t>Asylum Seekers and Refugees</w:t>
                      </w:r>
                    </w:p>
                    <w:p w14:paraId="1320039B" w14:textId="77777777" w:rsidR="008238EA" w:rsidRPr="00AB32C3" w:rsidRDefault="00844944" w:rsidP="007528C3">
                      <w:pPr>
                        <w:rPr>
                          <w:sz w:val="18"/>
                          <w:szCs w:val="18"/>
                        </w:rPr>
                      </w:pPr>
                      <w:r w:rsidRPr="00AB32C3">
                        <w:rPr>
                          <w:sz w:val="18"/>
                          <w:szCs w:val="18"/>
                        </w:rPr>
                        <w:t>Asylum seekers and refugees are eligible for free medical care in Tasmanian public hospitals.  However you will need to produce documents to confirm your status – including Department of Immigration and Citizenship or a recognised asylum support agency, such as Red Cross.</w:t>
                      </w:r>
                    </w:p>
                    <w:p w14:paraId="4E36F9FE" w14:textId="77777777" w:rsidR="00915531" w:rsidRDefault="00201AEB" w:rsidP="007528C3">
                      <w:pPr>
                        <w:rPr>
                          <w:sz w:val="18"/>
                          <w:szCs w:val="18"/>
                        </w:rPr>
                      </w:pPr>
                      <w:r w:rsidRPr="00AB32C3">
                        <w:rPr>
                          <w:sz w:val="18"/>
                          <w:szCs w:val="18"/>
                        </w:rPr>
                        <w:t xml:space="preserve">If you don’t have your documents with you, you will need to pay upfront for your medical costs.  However, these costs can be repaid to you </w:t>
                      </w:r>
                      <w:r w:rsidR="00915531" w:rsidRPr="00AB32C3">
                        <w:rPr>
                          <w:sz w:val="18"/>
                          <w:szCs w:val="18"/>
                        </w:rPr>
                        <w:t>once you show your documents to the THS Revenue Office.</w:t>
                      </w:r>
                    </w:p>
                    <w:p w14:paraId="2E217751" w14:textId="77777777" w:rsidR="008238EA" w:rsidRPr="00AB32C3" w:rsidRDefault="008238EA" w:rsidP="007528C3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54EB236F" w14:textId="5F115699" w:rsidR="00915531" w:rsidRPr="00AB32C3" w:rsidRDefault="008238EA" w:rsidP="007528C3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 w:rsidRPr="00AB32C3">
                        <w:rPr>
                          <w:b/>
                          <w:sz w:val="18"/>
                          <w:szCs w:val="18"/>
                        </w:rPr>
                        <w:t xml:space="preserve">What Information do I Need to Bring to Hospital </w:t>
                      </w:r>
                      <w:r w:rsidR="001336DC">
                        <w:rPr>
                          <w:b/>
                          <w:sz w:val="18"/>
                          <w:szCs w:val="18"/>
                        </w:rPr>
                        <w:t>w</w:t>
                      </w:r>
                      <w:bookmarkStart w:id="1" w:name="_GoBack"/>
                      <w:bookmarkEnd w:id="1"/>
                      <w:r w:rsidRPr="00AB32C3">
                        <w:rPr>
                          <w:b/>
                          <w:sz w:val="18"/>
                          <w:szCs w:val="18"/>
                        </w:rPr>
                        <w:t xml:space="preserve">ith Me? </w:t>
                      </w:r>
                    </w:p>
                    <w:p w14:paraId="5BBB3E54" w14:textId="77777777" w:rsidR="008238EA" w:rsidRPr="00AB32C3" w:rsidRDefault="008238EA" w:rsidP="00E6024E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AB32C3">
                        <w:rPr>
                          <w:sz w:val="18"/>
                          <w:szCs w:val="18"/>
                        </w:rPr>
                        <w:t>You will need to bring:</w:t>
                      </w:r>
                    </w:p>
                    <w:p w14:paraId="3952F0A9" w14:textId="77777777" w:rsidR="008238EA" w:rsidRPr="00AB32C3" w:rsidRDefault="008238EA" w:rsidP="00E6024E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AB32C3">
                        <w:rPr>
                          <w:sz w:val="18"/>
                          <w:szCs w:val="18"/>
                        </w:rPr>
                        <w:t>Your passport and visa</w:t>
                      </w:r>
                    </w:p>
                    <w:p w14:paraId="3DE75C8F" w14:textId="77777777" w:rsidR="008238EA" w:rsidRPr="00AB32C3" w:rsidRDefault="008238EA" w:rsidP="007528C3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rPr>
                          <w:sz w:val="18"/>
                          <w:szCs w:val="18"/>
                        </w:rPr>
                      </w:pPr>
                      <w:r w:rsidRPr="00AB32C3">
                        <w:rPr>
                          <w:sz w:val="18"/>
                          <w:szCs w:val="18"/>
                        </w:rPr>
                        <w:t>Contact information during your stay in Australia</w:t>
                      </w:r>
                    </w:p>
                    <w:p w14:paraId="6FD6B9A1" w14:textId="77777777" w:rsidR="008238EA" w:rsidRPr="005D2C15" w:rsidRDefault="008238EA" w:rsidP="007528C3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rPr>
                          <w:sz w:val="18"/>
                          <w:szCs w:val="18"/>
                        </w:rPr>
                      </w:pPr>
                      <w:r w:rsidRPr="00AB32C3">
                        <w:rPr>
                          <w:sz w:val="18"/>
                          <w:szCs w:val="18"/>
                        </w:rPr>
                        <w:t>Evidence of overseas residential</w:t>
                      </w:r>
                      <w:r w:rsidRPr="007528C3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Pr="005D2C15">
                        <w:rPr>
                          <w:sz w:val="18"/>
                          <w:szCs w:val="18"/>
                        </w:rPr>
                        <w:t>address</w:t>
                      </w:r>
                    </w:p>
                    <w:p w14:paraId="1B9C53F8" w14:textId="77777777" w:rsidR="008238EA" w:rsidRPr="00AB32C3" w:rsidRDefault="008238EA" w:rsidP="007528C3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rPr>
                          <w:sz w:val="18"/>
                          <w:szCs w:val="18"/>
                        </w:rPr>
                      </w:pPr>
                      <w:r w:rsidRPr="005D2C15">
                        <w:rPr>
                          <w:sz w:val="18"/>
                          <w:szCs w:val="18"/>
                        </w:rPr>
                        <w:t>Health insurance policy details (if this app</w:t>
                      </w:r>
                      <w:r w:rsidRPr="00AB32C3">
                        <w:rPr>
                          <w:sz w:val="18"/>
                          <w:szCs w:val="18"/>
                        </w:rPr>
                        <w:t>lies to you)</w:t>
                      </w:r>
                    </w:p>
                    <w:p w14:paraId="574E1BF2" w14:textId="77777777" w:rsidR="00915531" w:rsidRDefault="00915531" w:rsidP="007528C3"/>
                    <w:p w14:paraId="6A92FE5C" w14:textId="77777777" w:rsidR="00201AEB" w:rsidRPr="00844944" w:rsidRDefault="00201AEB" w:rsidP="007528C3">
                      <w:r>
                        <w:t xml:space="preserve"> </w:t>
                      </w:r>
                    </w:p>
                    <w:p w14:paraId="2434FB65" w14:textId="77777777" w:rsidR="00844944" w:rsidRPr="00844944" w:rsidRDefault="00844944" w:rsidP="007528C3"/>
                    <w:p w14:paraId="1F9D21B8" w14:textId="77777777" w:rsidR="00442FBE" w:rsidRPr="00844944" w:rsidRDefault="00442FBE" w:rsidP="007528C3"/>
                  </w:txbxContent>
                </v:textbox>
                <w10:wrap type="square"/>
              </v:shape>
            </w:pict>
          </mc:Fallback>
        </mc:AlternateContent>
      </w:r>
      <w:r w:rsidR="00FD0035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D2E49B9" wp14:editId="43CF02D7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3599815" cy="7934325"/>
                <wp:effectExtent l="0" t="0" r="0" b="0"/>
                <wp:wrapSquare wrapText="bothSides"/>
                <wp:docPr id="3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9815" cy="793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CEF2FA" w14:textId="77777777" w:rsidR="00B3727B" w:rsidRPr="00AB32C3" w:rsidRDefault="00B3727B" w:rsidP="007528C3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AB32C3">
                              <w:rPr>
                                <w:b/>
                                <w:sz w:val="18"/>
                                <w:szCs w:val="18"/>
                              </w:rPr>
                              <w:t>The Cost of Medical Care at Our Hospital</w:t>
                            </w:r>
                          </w:p>
                          <w:p w14:paraId="4F4C4AB2" w14:textId="77777777" w:rsidR="00B3727B" w:rsidRPr="00AB32C3" w:rsidRDefault="00B3727B" w:rsidP="007528C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B32C3">
                              <w:rPr>
                                <w:sz w:val="18"/>
                                <w:szCs w:val="18"/>
                              </w:rPr>
                              <w:t>If you</w:t>
                            </w:r>
                            <w:r w:rsidR="00E6024E" w:rsidRPr="00AB32C3">
                              <w:rPr>
                                <w:sz w:val="18"/>
                                <w:szCs w:val="18"/>
                              </w:rPr>
                              <w:t xml:space="preserve"> are sick or injured and arrive</w:t>
                            </w:r>
                            <w:r w:rsidRPr="00AB32C3">
                              <w:rPr>
                                <w:sz w:val="18"/>
                                <w:szCs w:val="18"/>
                              </w:rPr>
                              <w:t xml:space="preserve"> at our hospital for treatment, it is important to understand the cost of this care if you are an overseas </w:t>
                            </w:r>
                            <w:r w:rsidR="00FB1D93" w:rsidRPr="00AB32C3">
                              <w:rPr>
                                <w:sz w:val="18"/>
                                <w:szCs w:val="18"/>
                              </w:rPr>
                              <w:t xml:space="preserve">student, </w:t>
                            </w:r>
                            <w:r w:rsidRPr="00AB32C3">
                              <w:rPr>
                                <w:sz w:val="18"/>
                                <w:szCs w:val="18"/>
                              </w:rPr>
                              <w:t>worker or visitor.</w:t>
                            </w:r>
                          </w:p>
                          <w:p w14:paraId="3CDA5B64" w14:textId="77777777" w:rsidR="00B3727B" w:rsidRPr="00AB32C3" w:rsidRDefault="00B3727B" w:rsidP="007528C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B32C3">
                              <w:rPr>
                                <w:sz w:val="18"/>
                                <w:szCs w:val="18"/>
                              </w:rPr>
                              <w:t>If you do not hold a</w:t>
                            </w:r>
                            <w:r w:rsidR="00FB1D93" w:rsidRPr="00AB32C3">
                              <w:rPr>
                                <w:sz w:val="18"/>
                                <w:szCs w:val="18"/>
                              </w:rPr>
                              <w:t xml:space="preserve"> valid</w:t>
                            </w:r>
                            <w:r w:rsidRPr="00AB32C3">
                              <w:rPr>
                                <w:sz w:val="18"/>
                                <w:szCs w:val="18"/>
                              </w:rPr>
                              <w:t xml:space="preserve"> Medicare card,</w:t>
                            </w:r>
                            <w:r w:rsidR="00FB1D93" w:rsidRPr="00AB32C3">
                              <w:rPr>
                                <w:sz w:val="18"/>
                                <w:szCs w:val="18"/>
                              </w:rPr>
                              <w:t xml:space="preserve"> are not an Asylum Seeker or a visitor from a country who has Reciprocal Health Care Agreement with Australia,</w:t>
                            </w:r>
                            <w:r w:rsidRPr="00AB32C3">
                              <w:rPr>
                                <w:sz w:val="18"/>
                                <w:szCs w:val="18"/>
                              </w:rPr>
                              <w:t xml:space="preserve"> you will be deemed a </w:t>
                            </w:r>
                            <w:r w:rsidRPr="00AB32C3">
                              <w:rPr>
                                <w:i/>
                                <w:sz w:val="18"/>
                                <w:szCs w:val="18"/>
                              </w:rPr>
                              <w:t>Medicare</w:t>
                            </w:r>
                            <w:r w:rsidR="00AB32C3">
                              <w:rPr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FB1D93" w:rsidRPr="00AB32C3">
                              <w:rPr>
                                <w:i/>
                                <w:sz w:val="18"/>
                                <w:szCs w:val="18"/>
                              </w:rPr>
                              <w:t>I</w:t>
                            </w:r>
                            <w:r w:rsidRPr="00AB32C3">
                              <w:rPr>
                                <w:i/>
                                <w:sz w:val="18"/>
                                <w:szCs w:val="18"/>
                              </w:rPr>
                              <w:t>neligible p</w:t>
                            </w:r>
                            <w:r w:rsidR="00FB1D93" w:rsidRPr="00AB32C3">
                              <w:rPr>
                                <w:i/>
                                <w:sz w:val="18"/>
                                <w:szCs w:val="18"/>
                              </w:rPr>
                              <w:t>atient</w:t>
                            </w:r>
                          </w:p>
                          <w:p w14:paraId="1FF0E52B" w14:textId="77777777" w:rsidR="00915531" w:rsidRDefault="00915531" w:rsidP="007528C3">
                            <w:pPr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AB32C3">
                              <w:rPr>
                                <w:i/>
                                <w:sz w:val="18"/>
                                <w:szCs w:val="18"/>
                              </w:rPr>
                              <w:t xml:space="preserve">Medicare ineligible </w:t>
                            </w:r>
                            <w:r w:rsidR="00FB1D93" w:rsidRPr="00AB32C3">
                              <w:rPr>
                                <w:i/>
                                <w:sz w:val="18"/>
                                <w:szCs w:val="18"/>
                              </w:rPr>
                              <w:t>patients will be required to pay for all hospital services.  Charges may vary depending on the treatment provided and whether you are covered by an Australian Health Fund.</w:t>
                            </w:r>
                          </w:p>
                          <w:p w14:paraId="7794744A" w14:textId="77777777" w:rsidR="005D2C15" w:rsidRDefault="005D2C15" w:rsidP="007528C3">
                            <w:pPr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Further information can be found on our webpage</w:t>
                            </w:r>
                          </w:p>
                          <w:p w14:paraId="153E3AA3" w14:textId="77777777" w:rsidR="005D2C15" w:rsidRPr="00AB32C3" w:rsidRDefault="00EF672E" w:rsidP="007528C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672E">
                              <w:rPr>
                                <w:sz w:val="18"/>
                                <w:szCs w:val="18"/>
                              </w:rPr>
                              <w:t>https://www.dhhs.tas.gov.au/hospital/royal-hobart-hospital/medicare_ineligible_patients</w:t>
                            </w:r>
                          </w:p>
                          <w:p w14:paraId="0F5C4D85" w14:textId="77777777" w:rsidR="00B3727B" w:rsidRPr="00AB32C3" w:rsidRDefault="00B3727B" w:rsidP="007528C3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AB32C3">
                              <w:rPr>
                                <w:b/>
                                <w:sz w:val="18"/>
                                <w:szCs w:val="18"/>
                              </w:rPr>
                              <w:t>Countries which have</w:t>
                            </w:r>
                            <w:r w:rsidR="00844944" w:rsidRPr="00AB32C3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Health Care A</w:t>
                            </w:r>
                            <w:r w:rsidRPr="00AB32C3">
                              <w:rPr>
                                <w:b/>
                                <w:sz w:val="18"/>
                                <w:szCs w:val="18"/>
                              </w:rPr>
                              <w:t>greement</w:t>
                            </w:r>
                            <w:r w:rsidR="00844944" w:rsidRPr="00AB32C3">
                              <w:rPr>
                                <w:b/>
                                <w:sz w:val="18"/>
                                <w:szCs w:val="18"/>
                              </w:rPr>
                              <w:t xml:space="preserve">s </w:t>
                            </w:r>
                            <w:r w:rsidRPr="00AB32C3">
                              <w:rPr>
                                <w:b/>
                                <w:sz w:val="18"/>
                                <w:szCs w:val="18"/>
                              </w:rPr>
                              <w:t xml:space="preserve">with Australia </w:t>
                            </w:r>
                          </w:p>
                          <w:p w14:paraId="631693AC" w14:textId="77777777" w:rsidR="00B3727B" w:rsidRPr="00AB32C3" w:rsidRDefault="00844944" w:rsidP="007528C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B32C3">
                              <w:rPr>
                                <w:sz w:val="18"/>
                                <w:szCs w:val="18"/>
                              </w:rPr>
                              <w:t>The Australian Government has</w:t>
                            </w:r>
                            <w:r w:rsidR="00B3727B" w:rsidRPr="00AB32C3">
                              <w:rPr>
                                <w:sz w:val="18"/>
                                <w:szCs w:val="18"/>
                              </w:rPr>
                              <w:t xml:space="preserve"> Reciprocal Health Care Agreements (RHCA) with the below governments.  These agreements entitle you to </w:t>
                            </w:r>
                            <w:r w:rsidR="00FB1D93" w:rsidRPr="00AB32C3">
                              <w:rPr>
                                <w:sz w:val="18"/>
                                <w:szCs w:val="18"/>
                              </w:rPr>
                              <w:t>medically necessary</w:t>
                            </w:r>
                            <w:r w:rsidR="00B3727B" w:rsidRPr="00AB32C3">
                              <w:rPr>
                                <w:sz w:val="18"/>
                                <w:szCs w:val="18"/>
                              </w:rPr>
                              <w:t xml:space="preserve"> treatment while you are in Australia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374"/>
                              <w:gridCol w:w="2670"/>
                            </w:tblGrid>
                            <w:tr w:rsidR="00B3727B" w:rsidRPr="00827A21" w14:paraId="4E8C1674" w14:textId="77777777" w:rsidTr="00773A3B">
                              <w:tc>
                                <w:tcPr>
                                  <w:tcW w:w="2376" w:type="dxa"/>
                                </w:tcPr>
                                <w:p w14:paraId="742C1BB3" w14:textId="77777777" w:rsidR="00732104" w:rsidRPr="00AB32C3" w:rsidRDefault="00732104" w:rsidP="007528C3">
                                  <w:pPr>
                                    <w:pStyle w:val="ListParagraph"/>
                                    <w:numPr>
                                      <w:ilvl w:val="0"/>
                                      <w:numId w:val="13"/>
                                    </w:numPr>
                                    <w:spacing w:after="0" w:line="240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AB32C3">
                                    <w:rPr>
                                      <w:sz w:val="18"/>
                                      <w:szCs w:val="18"/>
                                    </w:rPr>
                                    <w:t>United Kingdom</w:t>
                                  </w:r>
                                </w:p>
                              </w:tc>
                              <w:tc>
                                <w:tcPr>
                                  <w:tcW w:w="2127" w:type="dxa"/>
                                </w:tcPr>
                                <w:p w14:paraId="5B2FA9A5" w14:textId="77777777" w:rsidR="00732104" w:rsidRPr="00AB32C3" w:rsidRDefault="00732104" w:rsidP="007528C3">
                                  <w:pPr>
                                    <w:pStyle w:val="ListParagraph"/>
                                    <w:numPr>
                                      <w:ilvl w:val="0"/>
                                      <w:numId w:val="13"/>
                                    </w:numPr>
                                    <w:spacing w:after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AB32C3">
                                    <w:rPr>
                                      <w:sz w:val="18"/>
                                      <w:szCs w:val="18"/>
                                    </w:rPr>
                                    <w:t>New Zealand</w:t>
                                  </w:r>
                                </w:p>
                              </w:tc>
                            </w:tr>
                            <w:tr w:rsidR="00B3727B" w:rsidRPr="00827A21" w14:paraId="402967E1" w14:textId="77777777" w:rsidTr="00773A3B">
                              <w:tc>
                                <w:tcPr>
                                  <w:tcW w:w="2376" w:type="dxa"/>
                                </w:tcPr>
                                <w:p w14:paraId="6F462F1D" w14:textId="77777777" w:rsidR="00732104" w:rsidRPr="00AB32C3" w:rsidRDefault="00732104" w:rsidP="007528C3">
                                  <w:pPr>
                                    <w:pStyle w:val="ListParagraph"/>
                                    <w:numPr>
                                      <w:ilvl w:val="0"/>
                                      <w:numId w:val="13"/>
                                    </w:numPr>
                                    <w:spacing w:after="0" w:line="240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AB32C3">
                                    <w:rPr>
                                      <w:sz w:val="18"/>
                                      <w:szCs w:val="18"/>
                                    </w:rPr>
                                    <w:t>Ireland</w:t>
                                  </w:r>
                                </w:p>
                              </w:tc>
                              <w:tc>
                                <w:tcPr>
                                  <w:tcW w:w="2127" w:type="dxa"/>
                                </w:tcPr>
                                <w:p w14:paraId="728A569B" w14:textId="77777777" w:rsidR="00732104" w:rsidRPr="00AB32C3" w:rsidRDefault="00732104" w:rsidP="007528C3">
                                  <w:pPr>
                                    <w:pStyle w:val="ListParagraph"/>
                                    <w:numPr>
                                      <w:ilvl w:val="0"/>
                                      <w:numId w:val="13"/>
                                    </w:numPr>
                                    <w:spacing w:after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AB32C3">
                                    <w:rPr>
                                      <w:sz w:val="18"/>
                                      <w:szCs w:val="18"/>
                                    </w:rPr>
                                    <w:t>Sweden</w:t>
                                  </w:r>
                                </w:p>
                              </w:tc>
                            </w:tr>
                            <w:tr w:rsidR="00B3727B" w:rsidRPr="00827A21" w14:paraId="0734CB0A" w14:textId="77777777" w:rsidTr="00773A3B">
                              <w:tc>
                                <w:tcPr>
                                  <w:tcW w:w="2376" w:type="dxa"/>
                                </w:tcPr>
                                <w:p w14:paraId="0F82E80D" w14:textId="77777777" w:rsidR="00732104" w:rsidRPr="00AB32C3" w:rsidRDefault="00732104" w:rsidP="007528C3">
                                  <w:pPr>
                                    <w:pStyle w:val="ListParagraph"/>
                                    <w:numPr>
                                      <w:ilvl w:val="0"/>
                                      <w:numId w:val="13"/>
                                    </w:numPr>
                                    <w:spacing w:after="0" w:line="240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AB32C3">
                                    <w:rPr>
                                      <w:sz w:val="18"/>
                                      <w:szCs w:val="18"/>
                                    </w:rPr>
                                    <w:t>Netherlands</w:t>
                                  </w:r>
                                </w:p>
                              </w:tc>
                              <w:tc>
                                <w:tcPr>
                                  <w:tcW w:w="2127" w:type="dxa"/>
                                </w:tcPr>
                                <w:p w14:paraId="2C0CEEE0" w14:textId="77777777" w:rsidR="00732104" w:rsidRPr="00AB32C3" w:rsidRDefault="00732104" w:rsidP="007528C3">
                                  <w:pPr>
                                    <w:pStyle w:val="ListParagraph"/>
                                    <w:numPr>
                                      <w:ilvl w:val="0"/>
                                      <w:numId w:val="13"/>
                                    </w:numPr>
                                    <w:spacing w:after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AB32C3">
                                    <w:rPr>
                                      <w:sz w:val="18"/>
                                      <w:szCs w:val="18"/>
                                    </w:rPr>
                                    <w:t>Finland</w:t>
                                  </w:r>
                                </w:p>
                              </w:tc>
                            </w:tr>
                            <w:tr w:rsidR="00B3727B" w:rsidRPr="00827A21" w14:paraId="2E40DDA8" w14:textId="77777777" w:rsidTr="00773A3B">
                              <w:tc>
                                <w:tcPr>
                                  <w:tcW w:w="2376" w:type="dxa"/>
                                </w:tcPr>
                                <w:p w14:paraId="0F5DF2F0" w14:textId="77777777" w:rsidR="00732104" w:rsidRPr="00AB32C3" w:rsidRDefault="00732104" w:rsidP="007528C3">
                                  <w:pPr>
                                    <w:pStyle w:val="ListParagraph"/>
                                    <w:numPr>
                                      <w:ilvl w:val="0"/>
                                      <w:numId w:val="13"/>
                                    </w:numPr>
                                    <w:spacing w:after="0" w:line="240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AB32C3">
                                    <w:rPr>
                                      <w:sz w:val="18"/>
                                      <w:szCs w:val="18"/>
                                    </w:rPr>
                                    <w:t>Belgium</w:t>
                                  </w:r>
                                </w:p>
                              </w:tc>
                              <w:tc>
                                <w:tcPr>
                                  <w:tcW w:w="2127" w:type="dxa"/>
                                </w:tcPr>
                                <w:p w14:paraId="223D8C6C" w14:textId="77777777" w:rsidR="00732104" w:rsidRPr="00AB32C3" w:rsidRDefault="00732104" w:rsidP="00EF672E">
                                  <w:pPr>
                                    <w:pStyle w:val="ListParagraph"/>
                                    <w:numPr>
                                      <w:ilvl w:val="0"/>
                                      <w:numId w:val="13"/>
                                    </w:numPr>
                                    <w:spacing w:after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AB32C3">
                                    <w:rPr>
                                      <w:sz w:val="18"/>
                                      <w:szCs w:val="18"/>
                                    </w:rPr>
                                    <w:t>Norway</w:t>
                                  </w:r>
                                  <w:r w:rsidR="00EF672E">
                                    <w:rPr>
                                      <w:sz w:val="18"/>
                                      <w:szCs w:val="18"/>
                                    </w:rPr>
                                    <w:t>(limited cover)</w:t>
                                  </w:r>
                                </w:p>
                              </w:tc>
                            </w:tr>
                            <w:tr w:rsidR="00B3727B" w:rsidRPr="00827A21" w14:paraId="6326AEAD" w14:textId="77777777" w:rsidTr="00773A3B">
                              <w:tc>
                                <w:tcPr>
                                  <w:tcW w:w="2376" w:type="dxa"/>
                                </w:tcPr>
                                <w:p w14:paraId="09844862" w14:textId="77777777" w:rsidR="00732104" w:rsidRPr="00AB32C3" w:rsidRDefault="00732104" w:rsidP="007528C3">
                                  <w:pPr>
                                    <w:pStyle w:val="ListParagraph"/>
                                    <w:numPr>
                                      <w:ilvl w:val="0"/>
                                      <w:numId w:val="13"/>
                                    </w:numPr>
                                    <w:spacing w:after="0" w:line="240" w:lineRule="auto"/>
                                    <w:ind w:left="714" w:hanging="357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AB32C3">
                                    <w:rPr>
                                      <w:sz w:val="18"/>
                                      <w:szCs w:val="18"/>
                                    </w:rPr>
                                    <w:t>Slovenia</w:t>
                                  </w:r>
                                </w:p>
                                <w:p w14:paraId="32D97C9E" w14:textId="77777777" w:rsidR="007528C3" w:rsidRPr="00AB32C3" w:rsidRDefault="007528C3" w:rsidP="007528C3">
                                  <w:pPr>
                                    <w:pStyle w:val="ListParagraph"/>
                                    <w:numPr>
                                      <w:ilvl w:val="0"/>
                                      <w:numId w:val="13"/>
                                    </w:numPr>
                                    <w:spacing w:after="0" w:line="240" w:lineRule="auto"/>
                                    <w:ind w:left="714" w:hanging="357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AB32C3">
                                    <w:rPr>
                                      <w:sz w:val="18"/>
                                      <w:szCs w:val="18"/>
                                    </w:rPr>
                                    <w:t>Italy</w:t>
                                  </w:r>
                                </w:p>
                              </w:tc>
                              <w:tc>
                                <w:tcPr>
                                  <w:tcW w:w="2127" w:type="dxa"/>
                                </w:tcPr>
                                <w:p w14:paraId="5C8E88E5" w14:textId="77777777" w:rsidR="00732104" w:rsidRPr="00AB32C3" w:rsidRDefault="00732104" w:rsidP="007528C3">
                                  <w:pPr>
                                    <w:pStyle w:val="ListParagraph"/>
                                    <w:numPr>
                                      <w:ilvl w:val="0"/>
                                      <w:numId w:val="13"/>
                                    </w:num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AB32C3">
                                    <w:rPr>
                                      <w:sz w:val="18"/>
                                      <w:szCs w:val="18"/>
                                    </w:rPr>
                                    <w:t>Malta</w:t>
                                  </w:r>
                                </w:p>
                              </w:tc>
                            </w:tr>
                            <w:tr w:rsidR="00B3727B" w:rsidRPr="00827A21" w14:paraId="3963F594" w14:textId="77777777" w:rsidTr="00773A3B">
                              <w:tc>
                                <w:tcPr>
                                  <w:tcW w:w="2376" w:type="dxa"/>
                                </w:tcPr>
                                <w:p w14:paraId="5E081BDB" w14:textId="77777777" w:rsidR="00732104" w:rsidRPr="00AB32C3" w:rsidRDefault="00732104" w:rsidP="007528C3">
                                  <w:pPr>
                                    <w:spacing w:after="0" w:line="240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7" w:type="dxa"/>
                                </w:tcPr>
                                <w:p w14:paraId="782187CF" w14:textId="77777777" w:rsidR="00B3727B" w:rsidRPr="00AB32C3" w:rsidRDefault="00B3727B" w:rsidP="007528C3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AD0FF77" w14:textId="77777777" w:rsidR="00B3727B" w:rsidRDefault="00B3727B" w:rsidP="007528C3"/>
                          <w:p w14:paraId="4EE543C2" w14:textId="77777777" w:rsidR="00442FBE" w:rsidRPr="005B2083" w:rsidRDefault="00442FBE" w:rsidP="007528C3"/>
                        </w:txbxContent>
                      </wps:txbx>
                      <wps:bodyPr rot="0" vert="horz" wrap="square" lIns="270000" tIns="270000" rIns="270000" bIns="270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32" type="#_x0000_t202" style="position:absolute;margin-left:0;margin-top:0;width:283.45pt;height:624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" filled="f" stroked="f">
                <v:textbox inset="7.5mm,7.5mm,7.5mm,7.5mm">
                  <w:txbxContent>
                    <w:p w14:paraId="65CEF2FA" w14:textId="77777777" w:rsidR="00B3727B" w:rsidRPr="00AB32C3" w:rsidRDefault="00B3727B" w:rsidP="007528C3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 w:rsidRPr="00AB32C3">
                        <w:rPr>
                          <w:b/>
                          <w:sz w:val="18"/>
                          <w:szCs w:val="18"/>
                        </w:rPr>
                        <w:t>The Cost of Medical Care at Our Hospital</w:t>
                      </w:r>
                    </w:p>
                    <w:p w14:paraId="4F4C4AB2" w14:textId="77777777" w:rsidR="00B3727B" w:rsidRPr="00AB32C3" w:rsidRDefault="00B3727B" w:rsidP="007528C3">
                      <w:pPr>
                        <w:rPr>
                          <w:sz w:val="18"/>
                          <w:szCs w:val="18"/>
                        </w:rPr>
                      </w:pPr>
                      <w:r w:rsidRPr="00AB32C3">
                        <w:rPr>
                          <w:sz w:val="18"/>
                          <w:szCs w:val="18"/>
                        </w:rPr>
                        <w:t>If you</w:t>
                      </w:r>
                      <w:r w:rsidR="00E6024E" w:rsidRPr="00AB32C3">
                        <w:rPr>
                          <w:sz w:val="18"/>
                          <w:szCs w:val="18"/>
                        </w:rPr>
                        <w:t xml:space="preserve"> are sick or injured and arrive</w:t>
                      </w:r>
                      <w:r w:rsidRPr="00AB32C3">
                        <w:rPr>
                          <w:sz w:val="18"/>
                          <w:szCs w:val="18"/>
                        </w:rPr>
                        <w:t xml:space="preserve"> at our hospital for treatment, it is important to understand the cost of this care if you are an overseas </w:t>
                      </w:r>
                      <w:r w:rsidR="00FB1D93" w:rsidRPr="00AB32C3">
                        <w:rPr>
                          <w:sz w:val="18"/>
                          <w:szCs w:val="18"/>
                        </w:rPr>
                        <w:t xml:space="preserve">student, </w:t>
                      </w:r>
                      <w:r w:rsidRPr="00AB32C3">
                        <w:rPr>
                          <w:sz w:val="18"/>
                          <w:szCs w:val="18"/>
                        </w:rPr>
                        <w:t>worker or visitor.</w:t>
                      </w:r>
                    </w:p>
                    <w:p w14:paraId="3CDA5B64" w14:textId="77777777" w:rsidR="00B3727B" w:rsidRPr="00AB32C3" w:rsidRDefault="00B3727B" w:rsidP="007528C3">
                      <w:pPr>
                        <w:rPr>
                          <w:sz w:val="18"/>
                          <w:szCs w:val="18"/>
                        </w:rPr>
                      </w:pPr>
                      <w:r w:rsidRPr="00AB32C3">
                        <w:rPr>
                          <w:sz w:val="18"/>
                          <w:szCs w:val="18"/>
                        </w:rPr>
                        <w:t>If you do not hold a</w:t>
                      </w:r>
                      <w:r w:rsidR="00FB1D93" w:rsidRPr="00AB32C3">
                        <w:rPr>
                          <w:sz w:val="18"/>
                          <w:szCs w:val="18"/>
                        </w:rPr>
                        <w:t xml:space="preserve"> valid</w:t>
                      </w:r>
                      <w:r w:rsidRPr="00AB32C3">
                        <w:rPr>
                          <w:sz w:val="18"/>
                          <w:szCs w:val="18"/>
                        </w:rPr>
                        <w:t xml:space="preserve"> Medicare card,</w:t>
                      </w:r>
                      <w:r w:rsidR="00FB1D93" w:rsidRPr="00AB32C3">
                        <w:rPr>
                          <w:sz w:val="18"/>
                          <w:szCs w:val="18"/>
                        </w:rPr>
                        <w:t xml:space="preserve"> are not an Asylum Seeker or a visitor from a country who has Reciprocal Health Care Agreement with Australia,</w:t>
                      </w:r>
                      <w:r w:rsidRPr="00AB32C3">
                        <w:rPr>
                          <w:sz w:val="18"/>
                          <w:szCs w:val="18"/>
                        </w:rPr>
                        <w:t xml:space="preserve"> you will be deemed a </w:t>
                      </w:r>
                      <w:r w:rsidRPr="00AB32C3">
                        <w:rPr>
                          <w:i/>
                          <w:sz w:val="18"/>
                          <w:szCs w:val="18"/>
                        </w:rPr>
                        <w:t>Medicare</w:t>
                      </w:r>
                      <w:r w:rsidR="00AB32C3">
                        <w:rPr>
                          <w:i/>
                          <w:sz w:val="18"/>
                          <w:szCs w:val="18"/>
                        </w:rPr>
                        <w:t xml:space="preserve"> </w:t>
                      </w:r>
                      <w:r w:rsidR="00FB1D93" w:rsidRPr="00AB32C3">
                        <w:rPr>
                          <w:i/>
                          <w:sz w:val="18"/>
                          <w:szCs w:val="18"/>
                        </w:rPr>
                        <w:t>I</w:t>
                      </w:r>
                      <w:r w:rsidRPr="00AB32C3">
                        <w:rPr>
                          <w:i/>
                          <w:sz w:val="18"/>
                          <w:szCs w:val="18"/>
                        </w:rPr>
                        <w:t>neligible p</w:t>
                      </w:r>
                      <w:r w:rsidR="00FB1D93" w:rsidRPr="00AB32C3">
                        <w:rPr>
                          <w:i/>
                          <w:sz w:val="18"/>
                          <w:szCs w:val="18"/>
                        </w:rPr>
                        <w:t>atient</w:t>
                      </w:r>
                    </w:p>
                    <w:p w14:paraId="1FF0E52B" w14:textId="77777777" w:rsidR="00915531" w:rsidRDefault="00915531" w:rsidP="007528C3">
                      <w:pPr>
                        <w:rPr>
                          <w:i/>
                          <w:sz w:val="18"/>
                          <w:szCs w:val="18"/>
                        </w:rPr>
                      </w:pPr>
                      <w:r w:rsidRPr="00AB32C3">
                        <w:rPr>
                          <w:i/>
                          <w:sz w:val="18"/>
                          <w:szCs w:val="18"/>
                        </w:rPr>
                        <w:t xml:space="preserve">Medicare ineligible </w:t>
                      </w:r>
                      <w:r w:rsidR="00FB1D93" w:rsidRPr="00AB32C3">
                        <w:rPr>
                          <w:i/>
                          <w:sz w:val="18"/>
                          <w:szCs w:val="18"/>
                        </w:rPr>
                        <w:t>patients will be required to pay for all hospital services.  Charges may vary depending on the treatment provided and whether you are covered by an Australian Health Fund.</w:t>
                      </w:r>
                    </w:p>
                    <w:p w14:paraId="7794744A" w14:textId="77777777" w:rsidR="005D2C15" w:rsidRDefault="005D2C15" w:rsidP="007528C3">
                      <w:pPr>
                        <w:rPr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sz w:val="18"/>
                          <w:szCs w:val="18"/>
                        </w:rPr>
                        <w:t>Further information can be found on our webpage</w:t>
                      </w:r>
                    </w:p>
                    <w:p w14:paraId="153E3AA3" w14:textId="77777777" w:rsidR="005D2C15" w:rsidRPr="00AB32C3" w:rsidRDefault="00EF672E" w:rsidP="007528C3">
                      <w:pPr>
                        <w:rPr>
                          <w:sz w:val="18"/>
                          <w:szCs w:val="18"/>
                        </w:rPr>
                      </w:pPr>
                      <w:r w:rsidRPr="00EF672E">
                        <w:rPr>
                          <w:sz w:val="18"/>
                          <w:szCs w:val="18"/>
                        </w:rPr>
                        <w:t>https://www.dhhs.tas.gov.au/hospital/royal-hobart-hospital/medicare_ineligible_patients</w:t>
                      </w:r>
                    </w:p>
                    <w:p w14:paraId="0F5C4D85" w14:textId="77777777" w:rsidR="00B3727B" w:rsidRPr="00AB32C3" w:rsidRDefault="00B3727B" w:rsidP="007528C3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 w:rsidRPr="00AB32C3">
                        <w:rPr>
                          <w:b/>
                          <w:sz w:val="18"/>
                          <w:szCs w:val="18"/>
                        </w:rPr>
                        <w:t>Countries which have</w:t>
                      </w:r>
                      <w:r w:rsidR="00844944" w:rsidRPr="00AB32C3">
                        <w:rPr>
                          <w:b/>
                          <w:sz w:val="18"/>
                          <w:szCs w:val="18"/>
                        </w:rPr>
                        <w:t xml:space="preserve"> Health Care A</w:t>
                      </w:r>
                      <w:r w:rsidRPr="00AB32C3">
                        <w:rPr>
                          <w:b/>
                          <w:sz w:val="18"/>
                          <w:szCs w:val="18"/>
                        </w:rPr>
                        <w:t>greement</w:t>
                      </w:r>
                      <w:r w:rsidR="00844944" w:rsidRPr="00AB32C3">
                        <w:rPr>
                          <w:b/>
                          <w:sz w:val="18"/>
                          <w:szCs w:val="18"/>
                        </w:rPr>
                        <w:t xml:space="preserve">s </w:t>
                      </w:r>
                      <w:r w:rsidRPr="00AB32C3">
                        <w:rPr>
                          <w:b/>
                          <w:sz w:val="18"/>
                          <w:szCs w:val="18"/>
                        </w:rPr>
                        <w:t xml:space="preserve">with Australia </w:t>
                      </w:r>
                    </w:p>
                    <w:p w14:paraId="631693AC" w14:textId="77777777" w:rsidR="00B3727B" w:rsidRPr="00AB32C3" w:rsidRDefault="00844944" w:rsidP="007528C3">
                      <w:pPr>
                        <w:rPr>
                          <w:sz w:val="18"/>
                          <w:szCs w:val="18"/>
                        </w:rPr>
                      </w:pPr>
                      <w:r w:rsidRPr="00AB32C3">
                        <w:rPr>
                          <w:sz w:val="18"/>
                          <w:szCs w:val="18"/>
                        </w:rPr>
                        <w:t>The Australian Government has</w:t>
                      </w:r>
                      <w:r w:rsidR="00B3727B" w:rsidRPr="00AB32C3">
                        <w:rPr>
                          <w:sz w:val="18"/>
                          <w:szCs w:val="18"/>
                        </w:rPr>
                        <w:t xml:space="preserve"> Reciprocal Health Care Agreements (RHCA) with the below governments.  These agreements entitle you to </w:t>
                      </w:r>
                      <w:r w:rsidR="00FB1D93" w:rsidRPr="00AB32C3">
                        <w:rPr>
                          <w:sz w:val="18"/>
                          <w:szCs w:val="18"/>
                        </w:rPr>
                        <w:t>medically necessary</w:t>
                      </w:r>
                      <w:r w:rsidR="00B3727B" w:rsidRPr="00AB32C3">
                        <w:rPr>
                          <w:sz w:val="18"/>
                          <w:szCs w:val="18"/>
                        </w:rPr>
                        <w:t xml:space="preserve"> treatment while you are in Australia</w:t>
                      </w:r>
                    </w:p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374"/>
                        <w:gridCol w:w="2670"/>
                      </w:tblGrid>
                      <w:tr w:rsidR="00B3727B" w:rsidRPr="00827A21" w14:paraId="4E8C1674" w14:textId="77777777" w:rsidTr="00773A3B">
                        <w:tc>
                          <w:tcPr>
                            <w:tcW w:w="2376" w:type="dxa"/>
                          </w:tcPr>
                          <w:p w14:paraId="742C1BB3" w14:textId="77777777" w:rsidR="00732104" w:rsidRPr="00AB32C3" w:rsidRDefault="00732104" w:rsidP="007528C3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AB32C3">
                              <w:rPr>
                                <w:sz w:val="18"/>
                                <w:szCs w:val="18"/>
                              </w:rPr>
                              <w:t>United Kingdom</w:t>
                            </w:r>
                          </w:p>
                        </w:tc>
                        <w:tc>
                          <w:tcPr>
                            <w:tcW w:w="2127" w:type="dxa"/>
                          </w:tcPr>
                          <w:p w14:paraId="5B2FA9A5" w14:textId="77777777" w:rsidR="00732104" w:rsidRPr="00AB32C3" w:rsidRDefault="00732104" w:rsidP="007528C3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AB32C3">
                              <w:rPr>
                                <w:sz w:val="18"/>
                                <w:szCs w:val="18"/>
                              </w:rPr>
                              <w:t>New Zealand</w:t>
                            </w:r>
                          </w:p>
                        </w:tc>
                      </w:tr>
                      <w:tr w:rsidR="00B3727B" w:rsidRPr="00827A21" w14:paraId="402967E1" w14:textId="77777777" w:rsidTr="00773A3B">
                        <w:tc>
                          <w:tcPr>
                            <w:tcW w:w="2376" w:type="dxa"/>
                          </w:tcPr>
                          <w:p w14:paraId="6F462F1D" w14:textId="77777777" w:rsidR="00732104" w:rsidRPr="00AB32C3" w:rsidRDefault="00732104" w:rsidP="007528C3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AB32C3">
                              <w:rPr>
                                <w:sz w:val="18"/>
                                <w:szCs w:val="18"/>
                              </w:rPr>
                              <w:t>Ireland</w:t>
                            </w:r>
                          </w:p>
                        </w:tc>
                        <w:tc>
                          <w:tcPr>
                            <w:tcW w:w="2127" w:type="dxa"/>
                          </w:tcPr>
                          <w:p w14:paraId="728A569B" w14:textId="77777777" w:rsidR="00732104" w:rsidRPr="00AB32C3" w:rsidRDefault="00732104" w:rsidP="007528C3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AB32C3">
                              <w:rPr>
                                <w:sz w:val="18"/>
                                <w:szCs w:val="18"/>
                              </w:rPr>
                              <w:t>Sweden</w:t>
                            </w:r>
                          </w:p>
                        </w:tc>
                      </w:tr>
                      <w:tr w:rsidR="00B3727B" w:rsidRPr="00827A21" w14:paraId="0734CB0A" w14:textId="77777777" w:rsidTr="00773A3B">
                        <w:tc>
                          <w:tcPr>
                            <w:tcW w:w="2376" w:type="dxa"/>
                          </w:tcPr>
                          <w:p w14:paraId="0F82E80D" w14:textId="77777777" w:rsidR="00732104" w:rsidRPr="00AB32C3" w:rsidRDefault="00732104" w:rsidP="007528C3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AB32C3">
                              <w:rPr>
                                <w:sz w:val="18"/>
                                <w:szCs w:val="18"/>
                              </w:rPr>
                              <w:t>Netherlands</w:t>
                            </w:r>
                          </w:p>
                        </w:tc>
                        <w:tc>
                          <w:tcPr>
                            <w:tcW w:w="2127" w:type="dxa"/>
                          </w:tcPr>
                          <w:p w14:paraId="2C0CEEE0" w14:textId="77777777" w:rsidR="00732104" w:rsidRPr="00AB32C3" w:rsidRDefault="00732104" w:rsidP="007528C3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AB32C3">
                              <w:rPr>
                                <w:sz w:val="18"/>
                                <w:szCs w:val="18"/>
                              </w:rPr>
                              <w:t>Finland</w:t>
                            </w:r>
                          </w:p>
                        </w:tc>
                      </w:tr>
                      <w:tr w:rsidR="00B3727B" w:rsidRPr="00827A21" w14:paraId="2E40DDA8" w14:textId="77777777" w:rsidTr="00773A3B">
                        <w:tc>
                          <w:tcPr>
                            <w:tcW w:w="2376" w:type="dxa"/>
                          </w:tcPr>
                          <w:p w14:paraId="0F5DF2F0" w14:textId="77777777" w:rsidR="00732104" w:rsidRPr="00AB32C3" w:rsidRDefault="00732104" w:rsidP="007528C3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AB32C3">
                              <w:rPr>
                                <w:sz w:val="18"/>
                                <w:szCs w:val="18"/>
                              </w:rPr>
                              <w:t>Belgium</w:t>
                            </w:r>
                          </w:p>
                        </w:tc>
                        <w:tc>
                          <w:tcPr>
                            <w:tcW w:w="2127" w:type="dxa"/>
                          </w:tcPr>
                          <w:p w14:paraId="223D8C6C" w14:textId="77777777" w:rsidR="00732104" w:rsidRPr="00AB32C3" w:rsidRDefault="00732104" w:rsidP="00EF672E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AB32C3">
                              <w:rPr>
                                <w:sz w:val="18"/>
                                <w:szCs w:val="18"/>
                              </w:rPr>
                              <w:t>Norway</w:t>
                            </w:r>
                            <w:r w:rsidR="00EF672E">
                              <w:rPr>
                                <w:sz w:val="18"/>
                                <w:szCs w:val="18"/>
                              </w:rPr>
                              <w:t>(limited cover)</w:t>
                            </w:r>
                          </w:p>
                        </w:tc>
                      </w:tr>
                      <w:tr w:rsidR="00B3727B" w:rsidRPr="00827A21" w14:paraId="6326AEAD" w14:textId="77777777" w:rsidTr="00773A3B">
                        <w:tc>
                          <w:tcPr>
                            <w:tcW w:w="2376" w:type="dxa"/>
                          </w:tcPr>
                          <w:p w14:paraId="09844862" w14:textId="77777777" w:rsidR="00732104" w:rsidRPr="00AB32C3" w:rsidRDefault="00732104" w:rsidP="007528C3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ind w:left="714" w:hanging="357"/>
                              <w:rPr>
                                <w:sz w:val="18"/>
                                <w:szCs w:val="18"/>
                              </w:rPr>
                            </w:pPr>
                            <w:r w:rsidRPr="00AB32C3">
                              <w:rPr>
                                <w:sz w:val="18"/>
                                <w:szCs w:val="18"/>
                              </w:rPr>
                              <w:t>Slovenia</w:t>
                            </w:r>
                          </w:p>
                          <w:p w14:paraId="32D97C9E" w14:textId="77777777" w:rsidR="007528C3" w:rsidRPr="00AB32C3" w:rsidRDefault="007528C3" w:rsidP="007528C3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ind w:left="714" w:hanging="357"/>
                              <w:rPr>
                                <w:sz w:val="18"/>
                                <w:szCs w:val="18"/>
                              </w:rPr>
                            </w:pPr>
                            <w:r w:rsidRPr="00AB32C3">
                              <w:rPr>
                                <w:sz w:val="18"/>
                                <w:szCs w:val="18"/>
                              </w:rPr>
                              <w:t>Italy</w:t>
                            </w:r>
                          </w:p>
                        </w:tc>
                        <w:tc>
                          <w:tcPr>
                            <w:tcW w:w="2127" w:type="dxa"/>
                          </w:tcPr>
                          <w:p w14:paraId="5C8E88E5" w14:textId="77777777" w:rsidR="00732104" w:rsidRPr="00AB32C3" w:rsidRDefault="00732104" w:rsidP="007528C3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 w:rsidRPr="00AB32C3">
                              <w:rPr>
                                <w:sz w:val="18"/>
                                <w:szCs w:val="18"/>
                              </w:rPr>
                              <w:t>Malta</w:t>
                            </w:r>
                          </w:p>
                        </w:tc>
                      </w:tr>
                      <w:tr w:rsidR="00B3727B" w:rsidRPr="00827A21" w14:paraId="3963F594" w14:textId="77777777" w:rsidTr="00773A3B">
                        <w:tc>
                          <w:tcPr>
                            <w:tcW w:w="2376" w:type="dxa"/>
                          </w:tcPr>
                          <w:p w14:paraId="5E081BDB" w14:textId="77777777" w:rsidR="00732104" w:rsidRPr="00AB32C3" w:rsidRDefault="00732104" w:rsidP="007528C3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127" w:type="dxa"/>
                          </w:tcPr>
                          <w:p w14:paraId="782187CF" w14:textId="77777777" w:rsidR="00B3727B" w:rsidRPr="00AB32C3" w:rsidRDefault="00B3727B" w:rsidP="007528C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4AD0FF77" w14:textId="77777777" w:rsidR="00B3727B" w:rsidRDefault="00B3727B" w:rsidP="007528C3"/>
                    <w:p w14:paraId="4EE543C2" w14:textId="77777777" w:rsidR="00442FBE" w:rsidRPr="005B2083" w:rsidRDefault="00442FBE" w:rsidP="007528C3"/>
                  </w:txbxContent>
                </v:textbox>
                <w10:wrap type="square"/>
              </v:shape>
            </w:pict>
          </mc:Fallback>
        </mc:AlternateContent>
      </w:r>
      <w:r w:rsidR="00FD0035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7ACDAA1" wp14:editId="3D4C3B3D">
                <wp:simplePos x="0" y="0"/>
                <wp:positionH relativeFrom="column">
                  <wp:posOffset>7162800</wp:posOffset>
                </wp:positionH>
                <wp:positionV relativeFrom="paragraph">
                  <wp:posOffset>0</wp:posOffset>
                </wp:positionV>
                <wp:extent cx="3528060" cy="7560310"/>
                <wp:effectExtent l="0" t="0" r="2540" b="0"/>
                <wp:wrapSquare wrapText="bothSides"/>
                <wp:docPr id="2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8060" cy="7560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5E45E3" w14:textId="77777777" w:rsidR="008238EA" w:rsidRPr="00AB32C3" w:rsidRDefault="008238EA" w:rsidP="007528C3">
                            <w:pPr>
                              <w:pStyle w:val="Heading1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0FAC0F3A" w14:textId="77777777" w:rsidR="00442FBE" w:rsidRPr="00AB32C3" w:rsidRDefault="00915531" w:rsidP="007528C3">
                            <w:pPr>
                              <w:pStyle w:val="Heading1"/>
                              <w:rPr>
                                <w:sz w:val="18"/>
                                <w:szCs w:val="18"/>
                              </w:rPr>
                            </w:pPr>
                            <w:r w:rsidRPr="00AB32C3">
                              <w:rPr>
                                <w:sz w:val="18"/>
                                <w:szCs w:val="18"/>
                              </w:rPr>
                              <w:t>What if I have Private Health Insurance?</w:t>
                            </w:r>
                          </w:p>
                          <w:p w14:paraId="56D0DDEA" w14:textId="77777777" w:rsidR="00915531" w:rsidRPr="00AB32C3" w:rsidRDefault="00915531" w:rsidP="007528C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B32C3">
                              <w:rPr>
                                <w:sz w:val="18"/>
                                <w:szCs w:val="18"/>
                              </w:rPr>
                              <w:t>If you have private health insurance, our hospital may be able to submit your accounts – with your signed claimed form – to your insurer for you.</w:t>
                            </w:r>
                            <w:r w:rsidR="00827A21" w:rsidRPr="00AB32C3">
                              <w:rPr>
                                <w:sz w:val="18"/>
                                <w:szCs w:val="18"/>
                              </w:rPr>
                              <w:t xml:space="preserve">  Please contact the Revenue Management office to discuss.</w:t>
                            </w:r>
                          </w:p>
                          <w:p w14:paraId="25DE3C8A" w14:textId="77777777" w:rsidR="00915531" w:rsidRPr="00AB32C3" w:rsidRDefault="00915531" w:rsidP="007528C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9C54E80" w14:textId="77777777" w:rsidR="00915531" w:rsidRPr="00AB32C3" w:rsidRDefault="00915531" w:rsidP="007528C3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AB32C3">
                              <w:rPr>
                                <w:b/>
                                <w:sz w:val="18"/>
                                <w:szCs w:val="18"/>
                              </w:rPr>
                              <w:t>What are the Costs of Hospital Care?</w:t>
                            </w:r>
                          </w:p>
                          <w:p w14:paraId="01617293" w14:textId="77777777" w:rsidR="00915531" w:rsidRPr="00AB32C3" w:rsidRDefault="00915531" w:rsidP="007528C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B32C3">
                              <w:rPr>
                                <w:sz w:val="18"/>
                                <w:szCs w:val="18"/>
                              </w:rPr>
                              <w:t>The b</w:t>
                            </w:r>
                            <w:r w:rsidR="008238EA" w:rsidRPr="00AB32C3">
                              <w:rPr>
                                <w:sz w:val="18"/>
                                <w:szCs w:val="18"/>
                              </w:rPr>
                              <w:t xml:space="preserve">elow figures are a guide </w:t>
                            </w:r>
                            <w:r w:rsidRPr="00AB32C3">
                              <w:rPr>
                                <w:sz w:val="18"/>
                                <w:szCs w:val="18"/>
                              </w:rPr>
                              <w:t>– fees are subject to change each year.  You should requ</w:t>
                            </w:r>
                            <w:r w:rsidR="00E6024E" w:rsidRPr="00AB32C3">
                              <w:rPr>
                                <w:sz w:val="18"/>
                                <w:szCs w:val="18"/>
                              </w:rPr>
                              <w:t xml:space="preserve">est an up-to-date </w:t>
                            </w:r>
                            <w:r w:rsidR="005D2C15">
                              <w:rPr>
                                <w:sz w:val="18"/>
                                <w:szCs w:val="18"/>
                              </w:rPr>
                              <w:t>estimate</w:t>
                            </w:r>
                            <w:r w:rsidR="005D2C15" w:rsidRPr="00AB32C3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6024E" w:rsidRPr="00AB32C3">
                              <w:rPr>
                                <w:sz w:val="18"/>
                                <w:szCs w:val="18"/>
                              </w:rPr>
                              <w:t>from our revenue o</w:t>
                            </w:r>
                            <w:r w:rsidRPr="00AB32C3">
                              <w:rPr>
                                <w:sz w:val="18"/>
                                <w:szCs w:val="18"/>
                              </w:rPr>
                              <w:t>ffice prior to your hospital stay.</w:t>
                            </w:r>
                          </w:p>
                          <w:p w14:paraId="12751E5D" w14:textId="77777777" w:rsidR="00915531" w:rsidRPr="00AB32C3" w:rsidRDefault="00915531" w:rsidP="00E6024E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 w:rsidRPr="00AB32C3">
                              <w:rPr>
                                <w:sz w:val="18"/>
                                <w:szCs w:val="18"/>
                              </w:rPr>
                              <w:t xml:space="preserve">Emergency Department (per visit) </w:t>
                            </w:r>
                            <w:r w:rsidR="00E6024E" w:rsidRPr="00AB32C3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EF672E">
                              <w:rPr>
                                <w:sz w:val="18"/>
                                <w:szCs w:val="18"/>
                              </w:rPr>
                              <w:t xml:space="preserve">     </w:t>
                            </w:r>
                            <w:r w:rsidR="001226F0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F672E">
                              <w:rPr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AB32C3">
                              <w:rPr>
                                <w:sz w:val="18"/>
                                <w:szCs w:val="18"/>
                              </w:rPr>
                              <w:t xml:space="preserve"> $</w:t>
                            </w:r>
                            <w:r w:rsidR="003B3361">
                              <w:rPr>
                                <w:sz w:val="18"/>
                                <w:szCs w:val="18"/>
                              </w:rPr>
                              <w:t>556</w:t>
                            </w:r>
                          </w:p>
                          <w:p w14:paraId="321A88AA" w14:textId="77777777" w:rsidR="00915531" w:rsidRPr="00AB32C3" w:rsidRDefault="008238EA" w:rsidP="00E6024E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 w:rsidRPr="00AB32C3">
                              <w:rPr>
                                <w:sz w:val="18"/>
                                <w:szCs w:val="18"/>
                              </w:rPr>
                              <w:t>Outpatient visit (per app</w:t>
                            </w:r>
                            <w:r w:rsidR="00915531" w:rsidRPr="00AB32C3">
                              <w:rPr>
                                <w:sz w:val="18"/>
                                <w:szCs w:val="18"/>
                              </w:rPr>
                              <w:t xml:space="preserve">t) </w:t>
                            </w:r>
                            <w:r w:rsidRPr="00AB32C3">
                              <w:rPr>
                                <w:sz w:val="18"/>
                                <w:szCs w:val="18"/>
                              </w:rPr>
                              <w:t xml:space="preserve">           </w:t>
                            </w:r>
                            <w:r w:rsidR="00E6024E" w:rsidRPr="00AB32C3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F672E">
                              <w:rPr>
                                <w:sz w:val="18"/>
                                <w:szCs w:val="18"/>
                              </w:rPr>
                              <w:t xml:space="preserve">       </w:t>
                            </w:r>
                            <w:r w:rsidR="001226F0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F672E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6024E" w:rsidRPr="00AB32C3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915531" w:rsidRPr="00AB32C3">
                              <w:rPr>
                                <w:sz w:val="18"/>
                                <w:szCs w:val="18"/>
                              </w:rPr>
                              <w:t>$31</w:t>
                            </w:r>
                            <w:r w:rsidR="003B3361">
                              <w:rPr>
                                <w:sz w:val="18"/>
                                <w:szCs w:val="18"/>
                              </w:rPr>
                              <w:t>8</w:t>
                            </w:r>
                          </w:p>
                          <w:p w14:paraId="3EF9AD8C" w14:textId="77777777" w:rsidR="00915531" w:rsidRPr="00AB32C3" w:rsidRDefault="00915531" w:rsidP="00E6024E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 w:rsidRPr="00AB32C3">
                              <w:rPr>
                                <w:sz w:val="18"/>
                                <w:szCs w:val="18"/>
                              </w:rPr>
                              <w:t>Overnight stay (per night)</w:t>
                            </w:r>
                            <w:r w:rsidRPr="00AB32C3">
                              <w:rPr>
                                <w:sz w:val="18"/>
                                <w:szCs w:val="18"/>
                              </w:rPr>
                              <w:tab/>
                              <w:t xml:space="preserve">     </w:t>
                            </w:r>
                            <w:r w:rsidR="005D2C15">
                              <w:rPr>
                                <w:sz w:val="18"/>
                                <w:szCs w:val="18"/>
                              </w:rPr>
                              <w:t xml:space="preserve">    </w:t>
                            </w:r>
                            <w:r w:rsidR="00EF672E">
                              <w:rPr>
                                <w:sz w:val="18"/>
                                <w:szCs w:val="18"/>
                              </w:rPr>
                              <w:t xml:space="preserve">          </w:t>
                            </w:r>
                            <w:r w:rsidRPr="00AB32C3">
                              <w:rPr>
                                <w:sz w:val="18"/>
                                <w:szCs w:val="18"/>
                              </w:rPr>
                              <w:t>$24</w:t>
                            </w:r>
                            <w:r w:rsidR="003B3361">
                              <w:rPr>
                                <w:sz w:val="18"/>
                                <w:szCs w:val="18"/>
                              </w:rPr>
                              <w:t>76</w:t>
                            </w:r>
                          </w:p>
                          <w:p w14:paraId="0B83B682" w14:textId="77777777" w:rsidR="00915531" w:rsidRPr="00AB32C3" w:rsidRDefault="008238EA" w:rsidP="00E6024E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 w:rsidRPr="00AB32C3">
                              <w:rPr>
                                <w:sz w:val="18"/>
                                <w:szCs w:val="18"/>
                              </w:rPr>
                              <w:t>Day Procedure</w:t>
                            </w:r>
                            <w:r w:rsidRPr="00AB32C3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="005D2C15">
                              <w:rPr>
                                <w:sz w:val="18"/>
                                <w:szCs w:val="18"/>
                              </w:rPr>
                              <w:t xml:space="preserve">      </w:t>
                            </w:r>
                            <w:r w:rsidRPr="00AB32C3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="005D2C15">
                              <w:rPr>
                                <w:sz w:val="18"/>
                                <w:szCs w:val="18"/>
                              </w:rPr>
                              <w:t xml:space="preserve">        </w:t>
                            </w:r>
                            <w:r w:rsidR="00EF672E">
                              <w:rPr>
                                <w:sz w:val="18"/>
                                <w:szCs w:val="18"/>
                              </w:rPr>
                              <w:t xml:space="preserve">      </w:t>
                            </w:r>
                            <w:r w:rsidR="005D2C15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F672E">
                              <w:rPr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="005D2C15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B32C3">
                              <w:rPr>
                                <w:sz w:val="18"/>
                                <w:szCs w:val="18"/>
                              </w:rPr>
                              <w:t>$2</w:t>
                            </w:r>
                            <w:r w:rsidR="003B3361">
                              <w:rPr>
                                <w:sz w:val="18"/>
                                <w:szCs w:val="18"/>
                              </w:rPr>
                              <w:t>101</w:t>
                            </w:r>
                          </w:p>
                          <w:p w14:paraId="56FD3E8A" w14:textId="77777777" w:rsidR="008238EA" w:rsidRPr="00AB32C3" w:rsidRDefault="008238EA" w:rsidP="00E6024E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 w:rsidRPr="00AB32C3">
                              <w:rPr>
                                <w:sz w:val="18"/>
                                <w:szCs w:val="18"/>
                              </w:rPr>
                              <w:t>High Dependency Unit (per night)</w:t>
                            </w:r>
                            <w:r w:rsidR="005D2C15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EF672E">
                              <w:rPr>
                                <w:sz w:val="18"/>
                                <w:szCs w:val="18"/>
                              </w:rPr>
                              <w:t xml:space="preserve">      </w:t>
                            </w:r>
                            <w:r w:rsidR="00E6024E" w:rsidRPr="00AB32C3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F672E">
                              <w:rPr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="00E6024E" w:rsidRPr="00AB32C3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B32C3">
                              <w:rPr>
                                <w:sz w:val="18"/>
                                <w:szCs w:val="18"/>
                              </w:rPr>
                              <w:t>$</w:t>
                            </w:r>
                            <w:r w:rsidR="003B3361" w:rsidRPr="00AB32C3"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 w:rsidR="003B3361">
                              <w:rPr>
                                <w:sz w:val="18"/>
                                <w:szCs w:val="18"/>
                              </w:rPr>
                              <w:t>687</w:t>
                            </w:r>
                          </w:p>
                          <w:p w14:paraId="4C551F81" w14:textId="77777777" w:rsidR="008238EA" w:rsidRPr="00AB32C3" w:rsidRDefault="008238EA" w:rsidP="00E6024E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 w:rsidRPr="00AB32C3">
                              <w:rPr>
                                <w:sz w:val="18"/>
                                <w:szCs w:val="18"/>
                              </w:rPr>
                              <w:t xml:space="preserve">Intensive Care Unit (per night)    </w:t>
                            </w:r>
                            <w:r w:rsidR="00E6024E" w:rsidRPr="00AB32C3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D2C15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F672E">
                              <w:rPr>
                                <w:sz w:val="18"/>
                                <w:szCs w:val="18"/>
                              </w:rPr>
                              <w:t xml:space="preserve">      </w:t>
                            </w:r>
                            <w:r w:rsidR="005D2C15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F672E">
                              <w:rPr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="00E6024E" w:rsidRPr="00AB32C3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B32C3">
                              <w:rPr>
                                <w:sz w:val="18"/>
                                <w:szCs w:val="18"/>
                              </w:rPr>
                              <w:t>$</w:t>
                            </w:r>
                            <w:r w:rsidR="003B3361">
                              <w:rPr>
                                <w:sz w:val="18"/>
                                <w:szCs w:val="18"/>
                              </w:rPr>
                              <w:t>6426</w:t>
                            </w:r>
                          </w:p>
                          <w:p w14:paraId="78A67CDD" w14:textId="77777777" w:rsidR="00827A21" w:rsidRPr="00AB32C3" w:rsidRDefault="00827A21" w:rsidP="00E6024E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 w:rsidRPr="00AB32C3">
                              <w:rPr>
                                <w:sz w:val="18"/>
                                <w:szCs w:val="18"/>
                              </w:rPr>
                              <w:t>Coronary Care Unit (per night)</w:t>
                            </w:r>
                            <w:r w:rsidR="005D2C15">
                              <w:rPr>
                                <w:sz w:val="18"/>
                                <w:szCs w:val="18"/>
                              </w:rPr>
                              <w:t xml:space="preserve">    </w:t>
                            </w:r>
                            <w:r w:rsidR="00EF672E">
                              <w:rPr>
                                <w:sz w:val="18"/>
                                <w:szCs w:val="18"/>
                              </w:rPr>
                              <w:t xml:space="preserve">      </w:t>
                            </w:r>
                            <w:r w:rsidR="005D2C15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EF672E">
                              <w:rPr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="005D2C15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B32C3">
                              <w:rPr>
                                <w:sz w:val="18"/>
                                <w:szCs w:val="18"/>
                              </w:rPr>
                              <w:t>$</w:t>
                            </w:r>
                            <w:r w:rsidR="003B3361">
                              <w:rPr>
                                <w:sz w:val="18"/>
                                <w:szCs w:val="18"/>
                              </w:rPr>
                              <w:t>4465</w:t>
                            </w:r>
                          </w:p>
                          <w:p w14:paraId="261124CB" w14:textId="77777777" w:rsidR="00827A21" w:rsidRDefault="00827A21" w:rsidP="00E6024E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 w:rsidRPr="00AB32C3">
                              <w:rPr>
                                <w:sz w:val="18"/>
                                <w:szCs w:val="18"/>
                              </w:rPr>
                              <w:t>Neonatal Special Care Nursery (per night) $</w:t>
                            </w:r>
                            <w:r w:rsidR="003B3361">
                              <w:rPr>
                                <w:sz w:val="18"/>
                                <w:szCs w:val="18"/>
                              </w:rPr>
                              <w:t>3687</w:t>
                            </w:r>
                          </w:p>
                          <w:p w14:paraId="7ABD58FC" w14:textId="77777777" w:rsidR="001336DC" w:rsidRDefault="001336DC" w:rsidP="00E6024E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Sub-acute                                             $1458</w:t>
                            </w:r>
                          </w:p>
                          <w:p w14:paraId="4D0BA233" w14:textId="77777777" w:rsidR="001336DC" w:rsidRPr="00AB32C3" w:rsidRDefault="001336DC" w:rsidP="00E6024E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Non-acute                                            $1055</w:t>
                            </w:r>
                          </w:p>
                          <w:p w14:paraId="525A52AC" w14:textId="77777777" w:rsidR="00827A21" w:rsidRPr="00AB32C3" w:rsidRDefault="00827A21" w:rsidP="00E6024E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 w:rsidRPr="00AB32C3">
                              <w:rPr>
                                <w:sz w:val="18"/>
                                <w:szCs w:val="18"/>
                              </w:rPr>
                              <w:t>Doctors’ fees</w:t>
                            </w:r>
                            <w:r w:rsidRPr="00AB32C3">
                              <w:rPr>
                                <w:sz w:val="18"/>
                                <w:szCs w:val="18"/>
                              </w:rPr>
                              <w:tab/>
                              <w:t>Full cost of service</w:t>
                            </w:r>
                          </w:p>
                          <w:p w14:paraId="6E2269A6" w14:textId="77777777" w:rsidR="00827A21" w:rsidRPr="00AB32C3" w:rsidRDefault="00827A21" w:rsidP="00E6024E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 w:rsidRPr="00AB32C3">
                              <w:rPr>
                                <w:sz w:val="18"/>
                                <w:szCs w:val="18"/>
                              </w:rPr>
                              <w:t>Diagnostics</w:t>
                            </w:r>
                            <w:r w:rsidRPr="00AB32C3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="005D2C15">
                              <w:rPr>
                                <w:sz w:val="18"/>
                                <w:szCs w:val="18"/>
                              </w:rPr>
                              <w:t xml:space="preserve">           </w:t>
                            </w:r>
                            <w:r w:rsidRPr="00AB32C3">
                              <w:rPr>
                                <w:sz w:val="18"/>
                                <w:szCs w:val="18"/>
                              </w:rPr>
                              <w:t>Full cost of service</w:t>
                            </w:r>
                          </w:p>
                          <w:p w14:paraId="393BE4FD" w14:textId="77777777" w:rsidR="00827A21" w:rsidRPr="00AB32C3" w:rsidRDefault="00827A21" w:rsidP="00E6024E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 w:rsidRPr="00AB32C3">
                              <w:rPr>
                                <w:sz w:val="18"/>
                                <w:szCs w:val="18"/>
                              </w:rPr>
                              <w:t>Prostheses</w:t>
                            </w:r>
                            <w:r w:rsidRPr="00AB32C3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Pr="00AB32C3">
                              <w:rPr>
                                <w:sz w:val="18"/>
                                <w:szCs w:val="18"/>
                              </w:rPr>
                              <w:tab/>
                              <w:t>Full cost of item(s)</w:t>
                            </w:r>
                          </w:p>
                          <w:p w14:paraId="49CC961A" w14:textId="77777777" w:rsidR="008238EA" w:rsidRPr="00AB32C3" w:rsidRDefault="008238EA" w:rsidP="007528C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B32C3">
                              <w:rPr>
                                <w:b/>
                                <w:sz w:val="18"/>
                                <w:szCs w:val="18"/>
                              </w:rPr>
                              <w:t>Note:</w:t>
                            </w:r>
                            <w:r w:rsidRPr="00AB32C3">
                              <w:rPr>
                                <w:sz w:val="18"/>
                                <w:szCs w:val="18"/>
                              </w:rPr>
                              <w:t xml:space="preserve"> All rates are in Australian </w:t>
                            </w:r>
                            <w:r w:rsidR="005D2C15">
                              <w:rPr>
                                <w:sz w:val="18"/>
                                <w:szCs w:val="18"/>
                              </w:rPr>
                              <w:t xml:space="preserve">(SAUS) </w:t>
                            </w:r>
                            <w:r w:rsidRPr="00AB32C3">
                              <w:rPr>
                                <w:sz w:val="18"/>
                                <w:szCs w:val="18"/>
                              </w:rPr>
                              <w:t>dollars</w:t>
                            </w:r>
                          </w:p>
                        </w:txbxContent>
                      </wps:txbx>
                      <wps:bodyPr rot="0" vert="horz" wrap="square" lIns="270000" tIns="270000" rIns="270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7ACDAA1" id="Text Box 24" o:spid="_x0000_s1033" type="#_x0000_t202" style="position:absolute;margin-left:564pt;margin-top:0;width:277.8pt;height:595.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" filled="f" stroked="f">
                <v:textbox inset="7.5mm,7.5mm,7.5mm">
                  <w:txbxContent>
                    <w:p w14:paraId="645E45E3" w14:textId="77777777" w:rsidR="008238EA" w:rsidRPr="00AB32C3" w:rsidRDefault="008238EA" w:rsidP="007528C3">
                      <w:pPr>
                        <w:pStyle w:val="Heading1"/>
                        <w:rPr>
                          <w:sz w:val="18"/>
                          <w:szCs w:val="18"/>
                        </w:rPr>
                      </w:pPr>
                    </w:p>
                    <w:p w14:paraId="0FAC0F3A" w14:textId="77777777" w:rsidR="00442FBE" w:rsidRPr="00AB32C3" w:rsidRDefault="00915531" w:rsidP="007528C3">
                      <w:pPr>
                        <w:pStyle w:val="Heading1"/>
                        <w:rPr>
                          <w:sz w:val="18"/>
                          <w:szCs w:val="18"/>
                        </w:rPr>
                      </w:pPr>
                      <w:r w:rsidRPr="00AB32C3">
                        <w:rPr>
                          <w:sz w:val="18"/>
                          <w:szCs w:val="18"/>
                        </w:rPr>
                        <w:t>What if I have Private Health Insurance?</w:t>
                      </w:r>
                    </w:p>
                    <w:p w14:paraId="56D0DDEA" w14:textId="77777777" w:rsidR="00915531" w:rsidRPr="00AB32C3" w:rsidRDefault="00915531" w:rsidP="007528C3">
                      <w:pPr>
                        <w:rPr>
                          <w:sz w:val="18"/>
                          <w:szCs w:val="18"/>
                        </w:rPr>
                      </w:pPr>
                      <w:r w:rsidRPr="00AB32C3">
                        <w:rPr>
                          <w:sz w:val="18"/>
                          <w:szCs w:val="18"/>
                        </w:rPr>
                        <w:t>If you have private health insurance, our hospital may be able to submit your accounts – with your signed claimed form – to your insurer for you.</w:t>
                      </w:r>
                      <w:r w:rsidR="00827A21" w:rsidRPr="00AB32C3">
                        <w:rPr>
                          <w:sz w:val="18"/>
                          <w:szCs w:val="18"/>
                        </w:rPr>
                        <w:t xml:space="preserve">  Please contact the Revenue Management office to discuss.</w:t>
                      </w:r>
                    </w:p>
                    <w:p w14:paraId="25DE3C8A" w14:textId="77777777" w:rsidR="00915531" w:rsidRPr="00AB32C3" w:rsidRDefault="00915531" w:rsidP="007528C3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59C54E80" w14:textId="77777777" w:rsidR="00915531" w:rsidRPr="00AB32C3" w:rsidRDefault="00915531" w:rsidP="007528C3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 w:rsidRPr="00AB32C3">
                        <w:rPr>
                          <w:b/>
                          <w:sz w:val="18"/>
                          <w:szCs w:val="18"/>
                        </w:rPr>
                        <w:t>What are the Costs of Hospital Care?</w:t>
                      </w:r>
                    </w:p>
                    <w:p w14:paraId="01617293" w14:textId="77777777" w:rsidR="00915531" w:rsidRPr="00AB32C3" w:rsidRDefault="00915531" w:rsidP="007528C3">
                      <w:pPr>
                        <w:rPr>
                          <w:sz w:val="18"/>
                          <w:szCs w:val="18"/>
                        </w:rPr>
                      </w:pPr>
                      <w:r w:rsidRPr="00AB32C3">
                        <w:rPr>
                          <w:sz w:val="18"/>
                          <w:szCs w:val="18"/>
                        </w:rPr>
                        <w:t>The b</w:t>
                      </w:r>
                      <w:r w:rsidR="008238EA" w:rsidRPr="00AB32C3">
                        <w:rPr>
                          <w:sz w:val="18"/>
                          <w:szCs w:val="18"/>
                        </w:rPr>
                        <w:t xml:space="preserve">elow figures are a guide </w:t>
                      </w:r>
                      <w:r w:rsidRPr="00AB32C3">
                        <w:rPr>
                          <w:sz w:val="18"/>
                          <w:szCs w:val="18"/>
                        </w:rPr>
                        <w:t>– fees are subject to change each year.  You should requ</w:t>
                      </w:r>
                      <w:r w:rsidR="00E6024E" w:rsidRPr="00AB32C3">
                        <w:rPr>
                          <w:sz w:val="18"/>
                          <w:szCs w:val="18"/>
                        </w:rPr>
                        <w:t xml:space="preserve">est an up-to-date </w:t>
                      </w:r>
                      <w:r w:rsidR="005D2C15">
                        <w:rPr>
                          <w:sz w:val="18"/>
                          <w:szCs w:val="18"/>
                        </w:rPr>
                        <w:t>estimate</w:t>
                      </w:r>
                      <w:r w:rsidR="005D2C15" w:rsidRPr="00AB32C3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E6024E" w:rsidRPr="00AB32C3">
                        <w:rPr>
                          <w:sz w:val="18"/>
                          <w:szCs w:val="18"/>
                        </w:rPr>
                        <w:t>from our revenue o</w:t>
                      </w:r>
                      <w:r w:rsidRPr="00AB32C3">
                        <w:rPr>
                          <w:sz w:val="18"/>
                          <w:szCs w:val="18"/>
                        </w:rPr>
                        <w:t>ffice prior to your hospital stay.</w:t>
                      </w:r>
                    </w:p>
                    <w:p w14:paraId="12751E5D" w14:textId="77777777" w:rsidR="00915531" w:rsidRPr="00AB32C3" w:rsidRDefault="00915531" w:rsidP="00E6024E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ind w:left="284" w:hanging="284"/>
                        <w:rPr>
                          <w:sz w:val="18"/>
                          <w:szCs w:val="18"/>
                        </w:rPr>
                      </w:pPr>
                      <w:r w:rsidRPr="00AB32C3">
                        <w:rPr>
                          <w:sz w:val="18"/>
                          <w:szCs w:val="18"/>
                        </w:rPr>
                        <w:t xml:space="preserve">Emergency Department (per visit) </w:t>
                      </w:r>
                      <w:r w:rsidR="00E6024E" w:rsidRPr="00AB32C3"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="00EF672E">
                        <w:rPr>
                          <w:sz w:val="18"/>
                          <w:szCs w:val="18"/>
                        </w:rPr>
                        <w:t xml:space="preserve">     </w:t>
                      </w:r>
                      <w:r w:rsidR="001226F0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EF672E">
                        <w:rPr>
                          <w:sz w:val="18"/>
                          <w:szCs w:val="18"/>
                        </w:rPr>
                        <w:t xml:space="preserve">   </w:t>
                      </w:r>
                      <w:r w:rsidRPr="00AB32C3">
                        <w:rPr>
                          <w:sz w:val="18"/>
                          <w:szCs w:val="18"/>
                        </w:rPr>
                        <w:t xml:space="preserve"> $</w:t>
                      </w:r>
                      <w:r w:rsidR="003B3361">
                        <w:rPr>
                          <w:sz w:val="18"/>
                          <w:szCs w:val="18"/>
                        </w:rPr>
                        <w:t>556</w:t>
                      </w:r>
                    </w:p>
                    <w:p w14:paraId="321A88AA" w14:textId="77777777" w:rsidR="00915531" w:rsidRPr="00AB32C3" w:rsidRDefault="008238EA" w:rsidP="00E6024E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ind w:left="284" w:hanging="284"/>
                        <w:rPr>
                          <w:sz w:val="18"/>
                          <w:szCs w:val="18"/>
                        </w:rPr>
                      </w:pPr>
                      <w:r w:rsidRPr="00AB32C3">
                        <w:rPr>
                          <w:sz w:val="18"/>
                          <w:szCs w:val="18"/>
                        </w:rPr>
                        <w:t>Outpatient visit (per app</w:t>
                      </w:r>
                      <w:r w:rsidR="00915531" w:rsidRPr="00AB32C3">
                        <w:rPr>
                          <w:sz w:val="18"/>
                          <w:szCs w:val="18"/>
                        </w:rPr>
                        <w:t xml:space="preserve">t) </w:t>
                      </w:r>
                      <w:r w:rsidRPr="00AB32C3">
                        <w:rPr>
                          <w:sz w:val="18"/>
                          <w:szCs w:val="18"/>
                        </w:rPr>
                        <w:t xml:space="preserve">           </w:t>
                      </w:r>
                      <w:r w:rsidR="00E6024E" w:rsidRPr="00AB32C3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EF672E">
                        <w:rPr>
                          <w:sz w:val="18"/>
                          <w:szCs w:val="18"/>
                        </w:rPr>
                        <w:t xml:space="preserve">       </w:t>
                      </w:r>
                      <w:r w:rsidR="001226F0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EF672E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E6024E" w:rsidRPr="00AB32C3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915531" w:rsidRPr="00AB32C3">
                        <w:rPr>
                          <w:sz w:val="18"/>
                          <w:szCs w:val="18"/>
                        </w:rPr>
                        <w:t>$31</w:t>
                      </w:r>
                      <w:r w:rsidR="003B3361">
                        <w:rPr>
                          <w:sz w:val="18"/>
                          <w:szCs w:val="18"/>
                        </w:rPr>
                        <w:t>8</w:t>
                      </w:r>
                    </w:p>
                    <w:p w14:paraId="3EF9AD8C" w14:textId="77777777" w:rsidR="00915531" w:rsidRPr="00AB32C3" w:rsidRDefault="00915531" w:rsidP="00E6024E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ind w:left="284" w:hanging="284"/>
                        <w:rPr>
                          <w:sz w:val="18"/>
                          <w:szCs w:val="18"/>
                        </w:rPr>
                      </w:pPr>
                      <w:r w:rsidRPr="00AB32C3">
                        <w:rPr>
                          <w:sz w:val="18"/>
                          <w:szCs w:val="18"/>
                        </w:rPr>
                        <w:t>Overnight stay (per night)</w:t>
                      </w:r>
                      <w:r w:rsidRPr="00AB32C3">
                        <w:rPr>
                          <w:sz w:val="18"/>
                          <w:szCs w:val="18"/>
                        </w:rPr>
                        <w:tab/>
                        <w:t xml:space="preserve">     </w:t>
                      </w:r>
                      <w:r w:rsidR="005D2C15">
                        <w:rPr>
                          <w:sz w:val="18"/>
                          <w:szCs w:val="18"/>
                        </w:rPr>
                        <w:t xml:space="preserve">    </w:t>
                      </w:r>
                      <w:r w:rsidR="00EF672E">
                        <w:rPr>
                          <w:sz w:val="18"/>
                          <w:szCs w:val="18"/>
                        </w:rPr>
                        <w:t xml:space="preserve">          </w:t>
                      </w:r>
                      <w:r w:rsidRPr="00AB32C3">
                        <w:rPr>
                          <w:sz w:val="18"/>
                          <w:szCs w:val="18"/>
                        </w:rPr>
                        <w:t>$24</w:t>
                      </w:r>
                      <w:r w:rsidR="003B3361">
                        <w:rPr>
                          <w:sz w:val="18"/>
                          <w:szCs w:val="18"/>
                        </w:rPr>
                        <w:t>76</w:t>
                      </w:r>
                    </w:p>
                    <w:p w14:paraId="0B83B682" w14:textId="77777777" w:rsidR="00915531" w:rsidRPr="00AB32C3" w:rsidRDefault="008238EA" w:rsidP="00E6024E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ind w:left="284" w:hanging="284"/>
                        <w:rPr>
                          <w:sz w:val="18"/>
                          <w:szCs w:val="18"/>
                        </w:rPr>
                      </w:pPr>
                      <w:r w:rsidRPr="00AB32C3">
                        <w:rPr>
                          <w:sz w:val="18"/>
                          <w:szCs w:val="18"/>
                        </w:rPr>
                        <w:t>Day Procedure</w:t>
                      </w:r>
                      <w:r w:rsidRPr="00AB32C3">
                        <w:rPr>
                          <w:sz w:val="18"/>
                          <w:szCs w:val="18"/>
                        </w:rPr>
                        <w:tab/>
                      </w:r>
                      <w:r w:rsidR="005D2C15">
                        <w:rPr>
                          <w:sz w:val="18"/>
                          <w:szCs w:val="18"/>
                        </w:rPr>
                        <w:t xml:space="preserve">      </w:t>
                      </w:r>
                      <w:r w:rsidRPr="00AB32C3">
                        <w:rPr>
                          <w:sz w:val="18"/>
                          <w:szCs w:val="18"/>
                        </w:rPr>
                        <w:tab/>
                      </w:r>
                      <w:r w:rsidR="005D2C15">
                        <w:rPr>
                          <w:sz w:val="18"/>
                          <w:szCs w:val="18"/>
                        </w:rPr>
                        <w:t xml:space="preserve">        </w:t>
                      </w:r>
                      <w:r w:rsidR="00EF672E">
                        <w:rPr>
                          <w:sz w:val="18"/>
                          <w:szCs w:val="18"/>
                        </w:rPr>
                        <w:t xml:space="preserve">      </w:t>
                      </w:r>
                      <w:r w:rsidR="005D2C15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EF672E">
                        <w:rPr>
                          <w:sz w:val="18"/>
                          <w:szCs w:val="18"/>
                        </w:rPr>
                        <w:t xml:space="preserve">   </w:t>
                      </w:r>
                      <w:r w:rsidR="005D2C15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AB32C3">
                        <w:rPr>
                          <w:sz w:val="18"/>
                          <w:szCs w:val="18"/>
                        </w:rPr>
                        <w:t>$2</w:t>
                      </w:r>
                      <w:r w:rsidR="003B3361">
                        <w:rPr>
                          <w:sz w:val="18"/>
                          <w:szCs w:val="18"/>
                        </w:rPr>
                        <w:t>101</w:t>
                      </w:r>
                    </w:p>
                    <w:p w14:paraId="56FD3E8A" w14:textId="77777777" w:rsidR="008238EA" w:rsidRPr="00AB32C3" w:rsidRDefault="008238EA" w:rsidP="00E6024E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ind w:left="284" w:hanging="284"/>
                        <w:rPr>
                          <w:sz w:val="18"/>
                          <w:szCs w:val="18"/>
                        </w:rPr>
                      </w:pPr>
                      <w:r w:rsidRPr="00AB32C3">
                        <w:rPr>
                          <w:sz w:val="18"/>
                          <w:szCs w:val="18"/>
                        </w:rPr>
                        <w:t>High Dependency Unit (per night)</w:t>
                      </w:r>
                      <w:r w:rsidR="005D2C15"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="00EF672E">
                        <w:rPr>
                          <w:sz w:val="18"/>
                          <w:szCs w:val="18"/>
                        </w:rPr>
                        <w:t xml:space="preserve">      </w:t>
                      </w:r>
                      <w:r w:rsidR="00E6024E" w:rsidRPr="00AB32C3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EF672E">
                        <w:rPr>
                          <w:sz w:val="18"/>
                          <w:szCs w:val="18"/>
                        </w:rPr>
                        <w:t xml:space="preserve">   </w:t>
                      </w:r>
                      <w:r w:rsidR="00E6024E" w:rsidRPr="00AB32C3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AB32C3">
                        <w:rPr>
                          <w:sz w:val="18"/>
                          <w:szCs w:val="18"/>
                        </w:rPr>
                        <w:t>$</w:t>
                      </w:r>
                      <w:r w:rsidR="003B3361" w:rsidRPr="00AB32C3">
                        <w:rPr>
                          <w:sz w:val="18"/>
                          <w:szCs w:val="18"/>
                        </w:rPr>
                        <w:t>3</w:t>
                      </w:r>
                      <w:r w:rsidR="003B3361">
                        <w:rPr>
                          <w:sz w:val="18"/>
                          <w:szCs w:val="18"/>
                        </w:rPr>
                        <w:t>687</w:t>
                      </w:r>
                    </w:p>
                    <w:p w14:paraId="4C551F81" w14:textId="77777777" w:rsidR="008238EA" w:rsidRPr="00AB32C3" w:rsidRDefault="008238EA" w:rsidP="00E6024E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ind w:left="284" w:hanging="284"/>
                        <w:rPr>
                          <w:sz w:val="18"/>
                          <w:szCs w:val="18"/>
                        </w:rPr>
                      </w:pPr>
                      <w:r w:rsidRPr="00AB32C3">
                        <w:rPr>
                          <w:sz w:val="18"/>
                          <w:szCs w:val="18"/>
                        </w:rPr>
                        <w:t xml:space="preserve">Intensive Care Unit (per night)    </w:t>
                      </w:r>
                      <w:r w:rsidR="00E6024E" w:rsidRPr="00AB32C3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5D2C15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EF672E">
                        <w:rPr>
                          <w:sz w:val="18"/>
                          <w:szCs w:val="18"/>
                        </w:rPr>
                        <w:t xml:space="preserve">      </w:t>
                      </w:r>
                      <w:r w:rsidR="005D2C15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EF672E">
                        <w:rPr>
                          <w:sz w:val="18"/>
                          <w:szCs w:val="18"/>
                        </w:rPr>
                        <w:t xml:space="preserve">   </w:t>
                      </w:r>
                      <w:r w:rsidR="00E6024E" w:rsidRPr="00AB32C3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AB32C3">
                        <w:rPr>
                          <w:sz w:val="18"/>
                          <w:szCs w:val="18"/>
                        </w:rPr>
                        <w:t>$</w:t>
                      </w:r>
                      <w:r w:rsidR="003B3361">
                        <w:rPr>
                          <w:sz w:val="18"/>
                          <w:szCs w:val="18"/>
                        </w:rPr>
                        <w:t>6426</w:t>
                      </w:r>
                    </w:p>
                    <w:p w14:paraId="78A67CDD" w14:textId="77777777" w:rsidR="00827A21" w:rsidRPr="00AB32C3" w:rsidRDefault="00827A21" w:rsidP="00E6024E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ind w:left="284" w:hanging="284"/>
                        <w:rPr>
                          <w:sz w:val="18"/>
                          <w:szCs w:val="18"/>
                        </w:rPr>
                      </w:pPr>
                      <w:r w:rsidRPr="00AB32C3">
                        <w:rPr>
                          <w:sz w:val="18"/>
                          <w:szCs w:val="18"/>
                        </w:rPr>
                        <w:t>Coronary Care Unit (per night)</w:t>
                      </w:r>
                      <w:r w:rsidR="005D2C15">
                        <w:rPr>
                          <w:sz w:val="18"/>
                          <w:szCs w:val="18"/>
                        </w:rPr>
                        <w:t xml:space="preserve">    </w:t>
                      </w:r>
                      <w:r w:rsidR="00EF672E">
                        <w:rPr>
                          <w:sz w:val="18"/>
                          <w:szCs w:val="18"/>
                        </w:rPr>
                        <w:t xml:space="preserve">      </w:t>
                      </w:r>
                      <w:r w:rsidR="005D2C15"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="00EF672E">
                        <w:rPr>
                          <w:sz w:val="18"/>
                          <w:szCs w:val="18"/>
                        </w:rPr>
                        <w:t xml:space="preserve">   </w:t>
                      </w:r>
                      <w:r w:rsidR="005D2C15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AB32C3">
                        <w:rPr>
                          <w:sz w:val="18"/>
                          <w:szCs w:val="18"/>
                        </w:rPr>
                        <w:t>$</w:t>
                      </w:r>
                      <w:r w:rsidR="003B3361">
                        <w:rPr>
                          <w:sz w:val="18"/>
                          <w:szCs w:val="18"/>
                        </w:rPr>
                        <w:t>4465</w:t>
                      </w:r>
                    </w:p>
                    <w:p w14:paraId="261124CB" w14:textId="77777777" w:rsidR="00827A21" w:rsidRDefault="00827A21" w:rsidP="00E6024E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ind w:left="284" w:hanging="284"/>
                        <w:rPr>
                          <w:sz w:val="18"/>
                          <w:szCs w:val="18"/>
                        </w:rPr>
                      </w:pPr>
                      <w:r w:rsidRPr="00AB32C3">
                        <w:rPr>
                          <w:sz w:val="18"/>
                          <w:szCs w:val="18"/>
                        </w:rPr>
                        <w:t>Neonatal Special Care Nursery (per night) $</w:t>
                      </w:r>
                      <w:r w:rsidR="003B3361">
                        <w:rPr>
                          <w:sz w:val="18"/>
                          <w:szCs w:val="18"/>
                        </w:rPr>
                        <w:t>3687</w:t>
                      </w:r>
                    </w:p>
                    <w:p w14:paraId="7ABD58FC" w14:textId="77777777" w:rsidR="001336DC" w:rsidRDefault="001336DC" w:rsidP="00E6024E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ind w:left="284" w:hanging="284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Sub-acute                                             $1458</w:t>
                      </w:r>
                    </w:p>
                    <w:p w14:paraId="4D0BA233" w14:textId="77777777" w:rsidR="001336DC" w:rsidRPr="00AB32C3" w:rsidRDefault="001336DC" w:rsidP="00E6024E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ind w:left="284" w:hanging="284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Non-acute                                            $1055</w:t>
                      </w:r>
                    </w:p>
                    <w:p w14:paraId="525A52AC" w14:textId="77777777" w:rsidR="00827A21" w:rsidRPr="00AB32C3" w:rsidRDefault="00827A21" w:rsidP="00E6024E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ind w:left="284" w:hanging="284"/>
                        <w:rPr>
                          <w:sz w:val="18"/>
                          <w:szCs w:val="18"/>
                        </w:rPr>
                      </w:pPr>
                      <w:r w:rsidRPr="00AB32C3">
                        <w:rPr>
                          <w:sz w:val="18"/>
                          <w:szCs w:val="18"/>
                        </w:rPr>
                        <w:t>Doctors’ fees</w:t>
                      </w:r>
                      <w:r w:rsidRPr="00AB32C3">
                        <w:rPr>
                          <w:sz w:val="18"/>
                          <w:szCs w:val="18"/>
                        </w:rPr>
                        <w:tab/>
                        <w:t>Full cost of service</w:t>
                      </w:r>
                    </w:p>
                    <w:p w14:paraId="6E2269A6" w14:textId="77777777" w:rsidR="00827A21" w:rsidRPr="00AB32C3" w:rsidRDefault="00827A21" w:rsidP="00E6024E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ind w:left="284" w:hanging="284"/>
                        <w:rPr>
                          <w:sz w:val="18"/>
                          <w:szCs w:val="18"/>
                        </w:rPr>
                      </w:pPr>
                      <w:r w:rsidRPr="00AB32C3">
                        <w:rPr>
                          <w:sz w:val="18"/>
                          <w:szCs w:val="18"/>
                        </w:rPr>
                        <w:t>Diagnostics</w:t>
                      </w:r>
                      <w:r w:rsidRPr="00AB32C3">
                        <w:rPr>
                          <w:sz w:val="18"/>
                          <w:szCs w:val="18"/>
                        </w:rPr>
                        <w:tab/>
                      </w:r>
                      <w:r w:rsidR="005D2C15">
                        <w:rPr>
                          <w:sz w:val="18"/>
                          <w:szCs w:val="18"/>
                        </w:rPr>
                        <w:t xml:space="preserve">           </w:t>
                      </w:r>
                      <w:r w:rsidRPr="00AB32C3">
                        <w:rPr>
                          <w:sz w:val="18"/>
                          <w:szCs w:val="18"/>
                        </w:rPr>
                        <w:t>Full cost of service</w:t>
                      </w:r>
                    </w:p>
                    <w:p w14:paraId="393BE4FD" w14:textId="77777777" w:rsidR="00827A21" w:rsidRPr="00AB32C3" w:rsidRDefault="00827A21" w:rsidP="00E6024E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ind w:left="284" w:hanging="284"/>
                        <w:rPr>
                          <w:sz w:val="18"/>
                          <w:szCs w:val="18"/>
                        </w:rPr>
                      </w:pPr>
                      <w:r w:rsidRPr="00AB32C3">
                        <w:rPr>
                          <w:sz w:val="18"/>
                          <w:szCs w:val="18"/>
                        </w:rPr>
                        <w:t>Prostheses</w:t>
                      </w:r>
                      <w:r w:rsidRPr="00AB32C3">
                        <w:rPr>
                          <w:sz w:val="18"/>
                          <w:szCs w:val="18"/>
                        </w:rPr>
                        <w:tab/>
                      </w:r>
                      <w:r w:rsidRPr="00AB32C3">
                        <w:rPr>
                          <w:sz w:val="18"/>
                          <w:szCs w:val="18"/>
                        </w:rPr>
                        <w:tab/>
                        <w:t>Full cost of item(s)</w:t>
                      </w:r>
                    </w:p>
                    <w:p w14:paraId="49CC961A" w14:textId="77777777" w:rsidR="008238EA" w:rsidRPr="00AB32C3" w:rsidRDefault="008238EA" w:rsidP="007528C3">
                      <w:pPr>
                        <w:rPr>
                          <w:sz w:val="18"/>
                          <w:szCs w:val="18"/>
                        </w:rPr>
                      </w:pPr>
                      <w:r w:rsidRPr="00AB32C3">
                        <w:rPr>
                          <w:b/>
                          <w:sz w:val="18"/>
                          <w:szCs w:val="18"/>
                        </w:rPr>
                        <w:t>Note:</w:t>
                      </w:r>
                      <w:r w:rsidRPr="00AB32C3">
                        <w:rPr>
                          <w:sz w:val="18"/>
                          <w:szCs w:val="18"/>
                        </w:rPr>
                        <w:t xml:space="preserve"> All rates are in Australian </w:t>
                      </w:r>
                      <w:r w:rsidR="005D2C15">
                        <w:rPr>
                          <w:sz w:val="18"/>
                          <w:szCs w:val="18"/>
                        </w:rPr>
                        <w:t xml:space="preserve">(SAUS) </w:t>
                      </w:r>
                      <w:r w:rsidRPr="00AB32C3">
                        <w:rPr>
                          <w:sz w:val="18"/>
                          <w:szCs w:val="18"/>
                        </w:rPr>
                        <w:t>dollars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5E7CF7" w:rsidSect="00556640">
      <w:pgSz w:w="16838" w:h="11906" w:orient="landscape" w:code="9"/>
      <w:pgMar w:top="0" w:right="0" w:bottom="0" w:left="0" w:header="709" w:footer="709" w:gutter="0"/>
      <w:cols w:num="3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D397E5" w14:textId="77777777" w:rsidR="005D3AAA" w:rsidRDefault="005D3AAA" w:rsidP="007528C3">
      <w:r>
        <w:separator/>
      </w:r>
    </w:p>
  </w:endnote>
  <w:endnote w:type="continuationSeparator" w:id="0">
    <w:p w14:paraId="090CDFA5" w14:textId="77777777" w:rsidR="005D3AAA" w:rsidRDefault="005D3AAA" w:rsidP="00752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465FE4" w14:textId="77777777" w:rsidR="005D3AAA" w:rsidRDefault="005D3AAA" w:rsidP="007528C3">
      <w:r>
        <w:separator/>
      </w:r>
    </w:p>
  </w:footnote>
  <w:footnote w:type="continuationSeparator" w:id="0">
    <w:p w14:paraId="5036A84D" w14:textId="77777777" w:rsidR="005D3AAA" w:rsidRDefault="005D3AAA" w:rsidP="007528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5F0D7B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143472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A3EAC7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CE041D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9A121A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CB497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F056A2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D5048D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33849A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F0A826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671283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194189C"/>
    <w:multiLevelType w:val="hybridMultilevel"/>
    <w:tmpl w:val="7FA2E356"/>
    <w:lvl w:ilvl="0" w:tplc="0C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>
    <w:nsid w:val="144012E1"/>
    <w:multiLevelType w:val="hybridMultilevel"/>
    <w:tmpl w:val="1062FC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AA47D4"/>
    <w:multiLevelType w:val="hybridMultilevel"/>
    <w:tmpl w:val="8EF618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736563"/>
    <w:multiLevelType w:val="hybridMultilevel"/>
    <w:tmpl w:val="B76C47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2769EC"/>
    <w:multiLevelType w:val="hybridMultilevel"/>
    <w:tmpl w:val="B2C0F5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7531AE"/>
    <w:multiLevelType w:val="hybridMultilevel"/>
    <w:tmpl w:val="5DA278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5"/>
  </w:num>
  <w:num w:numId="13">
    <w:abstractNumId w:val="12"/>
  </w:num>
  <w:num w:numId="14">
    <w:abstractNumId w:val="13"/>
  </w:num>
  <w:num w:numId="15">
    <w:abstractNumId w:val="11"/>
  </w:num>
  <w:num w:numId="16">
    <w:abstractNumId w:val="14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7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035"/>
    <w:rsid w:val="000113D1"/>
    <w:rsid w:val="000217A0"/>
    <w:rsid w:val="00031764"/>
    <w:rsid w:val="00035840"/>
    <w:rsid w:val="000453F9"/>
    <w:rsid w:val="00047E89"/>
    <w:rsid w:val="00057D86"/>
    <w:rsid w:val="00065E6E"/>
    <w:rsid w:val="00081F98"/>
    <w:rsid w:val="00082C2C"/>
    <w:rsid w:val="000962D7"/>
    <w:rsid w:val="00097DE6"/>
    <w:rsid w:val="000A140C"/>
    <w:rsid w:val="000B5AEA"/>
    <w:rsid w:val="000D118A"/>
    <w:rsid w:val="000D1BF8"/>
    <w:rsid w:val="000D20AF"/>
    <w:rsid w:val="000D58F2"/>
    <w:rsid w:val="000E0A9E"/>
    <w:rsid w:val="000E5B73"/>
    <w:rsid w:val="000E5E9E"/>
    <w:rsid w:val="000E7096"/>
    <w:rsid w:val="000F4956"/>
    <w:rsid w:val="000F4BB8"/>
    <w:rsid w:val="000F60E8"/>
    <w:rsid w:val="000F654F"/>
    <w:rsid w:val="001226F0"/>
    <w:rsid w:val="001249C3"/>
    <w:rsid w:val="00125A02"/>
    <w:rsid w:val="00131789"/>
    <w:rsid w:val="00131E87"/>
    <w:rsid w:val="001336DC"/>
    <w:rsid w:val="00141E42"/>
    <w:rsid w:val="001512BA"/>
    <w:rsid w:val="00153F65"/>
    <w:rsid w:val="001731C3"/>
    <w:rsid w:val="00173C37"/>
    <w:rsid w:val="00173C9D"/>
    <w:rsid w:val="00173E69"/>
    <w:rsid w:val="00174C27"/>
    <w:rsid w:val="00180882"/>
    <w:rsid w:val="00182EC0"/>
    <w:rsid w:val="001911B5"/>
    <w:rsid w:val="001963E3"/>
    <w:rsid w:val="0019645C"/>
    <w:rsid w:val="001976D8"/>
    <w:rsid w:val="001A2CF3"/>
    <w:rsid w:val="001B0B3C"/>
    <w:rsid w:val="001B2122"/>
    <w:rsid w:val="001B559A"/>
    <w:rsid w:val="001C18FB"/>
    <w:rsid w:val="001C7FDB"/>
    <w:rsid w:val="001D1B4E"/>
    <w:rsid w:val="001D2135"/>
    <w:rsid w:val="001F3E85"/>
    <w:rsid w:val="001F7EC3"/>
    <w:rsid w:val="00201AEB"/>
    <w:rsid w:val="002026B8"/>
    <w:rsid w:val="00205958"/>
    <w:rsid w:val="002315CD"/>
    <w:rsid w:val="0024314B"/>
    <w:rsid w:val="002437C8"/>
    <w:rsid w:val="00251AF7"/>
    <w:rsid w:val="002521C0"/>
    <w:rsid w:val="0026615B"/>
    <w:rsid w:val="002662E5"/>
    <w:rsid w:val="002712B8"/>
    <w:rsid w:val="002774B1"/>
    <w:rsid w:val="00281333"/>
    <w:rsid w:val="002847FA"/>
    <w:rsid w:val="002B6E38"/>
    <w:rsid w:val="002B726E"/>
    <w:rsid w:val="002C1D96"/>
    <w:rsid w:val="002C68A2"/>
    <w:rsid w:val="002C6B7A"/>
    <w:rsid w:val="002C6D6E"/>
    <w:rsid w:val="002C7D55"/>
    <w:rsid w:val="002D1001"/>
    <w:rsid w:val="002D17DD"/>
    <w:rsid w:val="002D4311"/>
    <w:rsid w:val="002F1076"/>
    <w:rsid w:val="00303D8E"/>
    <w:rsid w:val="00306629"/>
    <w:rsid w:val="00310375"/>
    <w:rsid w:val="00312D6F"/>
    <w:rsid w:val="00313E97"/>
    <w:rsid w:val="00314617"/>
    <w:rsid w:val="00364888"/>
    <w:rsid w:val="003727EF"/>
    <w:rsid w:val="00373A26"/>
    <w:rsid w:val="003752BA"/>
    <w:rsid w:val="003809F2"/>
    <w:rsid w:val="0038350C"/>
    <w:rsid w:val="003966BA"/>
    <w:rsid w:val="00396E8B"/>
    <w:rsid w:val="003A6DC8"/>
    <w:rsid w:val="003B3361"/>
    <w:rsid w:val="003C11DB"/>
    <w:rsid w:val="003D4C4C"/>
    <w:rsid w:val="003E4F03"/>
    <w:rsid w:val="003F757D"/>
    <w:rsid w:val="003F7D36"/>
    <w:rsid w:val="0040260C"/>
    <w:rsid w:val="00411188"/>
    <w:rsid w:val="004226B9"/>
    <w:rsid w:val="004305FA"/>
    <w:rsid w:val="00430652"/>
    <w:rsid w:val="00433C17"/>
    <w:rsid w:val="00437153"/>
    <w:rsid w:val="00442FBE"/>
    <w:rsid w:val="00454E63"/>
    <w:rsid w:val="00456BB0"/>
    <w:rsid w:val="00462A38"/>
    <w:rsid w:val="00465EB4"/>
    <w:rsid w:val="00466263"/>
    <w:rsid w:val="0048245C"/>
    <w:rsid w:val="00485C7B"/>
    <w:rsid w:val="004A6674"/>
    <w:rsid w:val="005074AA"/>
    <w:rsid w:val="00507522"/>
    <w:rsid w:val="0051482C"/>
    <w:rsid w:val="00515A02"/>
    <w:rsid w:val="005212E3"/>
    <w:rsid w:val="005274BE"/>
    <w:rsid w:val="00531DF9"/>
    <w:rsid w:val="00546816"/>
    <w:rsid w:val="00550070"/>
    <w:rsid w:val="005527C4"/>
    <w:rsid w:val="0055659E"/>
    <w:rsid w:val="005565E3"/>
    <w:rsid w:val="00556640"/>
    <w:rsid w:val="00570C40"/>
    <w:rsid w:val="00571770"/>
    <w:rsid w:val="0057514E"/>
    <w:rsid w:val="00594074"/>
    <w:rsid w:val="0059555B"/>
    <w:rsid w:val="0059682C"/>
    <w:rsid w:val="005A49D7"/>
    <w:rsid w:val="005A67C6"/>
    <w:rsid w:val="005A6E82"/>
    <w:rsid w:val="005B2083"/>
    <w:rsid w:val="005B5879"/>
    <w:rsid w:val="005B7ADA"/>
    <w:rsid w:val="005D0207"/>
    <w:rsid w:val="005D2C15"/>
    <w:rsid w:val="005D393D"/>
    <w:rsid w:val="005D3AAA"/>
    <w:rsid w:val="005E7CF7"/>
    <w:rsid w:val="005F65DA"/>
    <w:rsid w:val="006011A8"/>
    <w:rsid w:val="006027D6"/>
    <w:rsid w:val="00612723"/>
    <w:rsid w:val="00616F18"/>
    <w:rsid w:val="00617262"/>
    <w:rsid w:val="00621134"/>
    <w:rsid w:val="00650682"/>
    <w:rsid w:val="00661B42"/>
    <w:rsid w:val="00664A3D"/>
    <w:rsid w:val="0066580C"/>
    <w:rsid w:val="006733D2"/>
    <w:rsid w:val="00676DBC"/>
    <w:rsid w:val="00680D53"/>
    <w:rsid w:val="0068393B"/>
    <w:rsid w:val="00685BE3"/>
    <w:rsid w:val="00685D52"/>
    <w:rsid w:val="006A1F9D"/>
    <w:rsid w:val="006A29AE"/>
    <w:rsid w:val="006A5CA5"/>
    <w:rsid w:val="006B3863"/>
    <w:rsid w:val="006C1475"/>
    <w:rsid w:val="006C2706"/>
    <w:rsid w:val="006C71E6"/>
    <w:rsid w:val="006D6485"/>
    <w:rsid w:val="006D762D"/>
    <w:rsid w:val="006E7D81"/>
    <w:rsid w:val="006F03A2"/>
    <w:rsid w:val="006F085C"/>
    <w:rsid w:val="006F2F29"/>
    <w:rsid w:val="006F4123"/>
    <w:rsid w:val="00723D8D"/>
    <w:rsid w:val="0072465B"/>
    <w:rsid w:val="007318D9"/>
    <w:rsid w:val="00732104"/>
    <w:rsid w:val="00733275"/>
    <w:rsid w:val="00735A1E"/>
    <w:rsid w:val="00740583"/>
    <w:rsid w:val="0074161D"/>
    <w:rsid w:val="0074181D"/>
    <w:rsid w:val="00745955"/>
    <w:rsid w:val="007513F4"/>
    <w:rsid w:val="007528C3"/>
    <w:rsid w:val="00757011"/>
    <w:rsid w:val="00765D1B"/>
    <w:rsid w:val="007748FF"/>
    <w:rsid w:val="00785077"/>
    <w:rsid w:val="007958FE"/>
    <w:rsid w:val="00796272"/>
    <w:rsid w:val="007A1A7F"/>
    <w:rsid w:val="007A5D82"/>
    <w:rsid w:val="007B0807"/>
    <w:rsid w:val="007B1B7B"/>
    <w:rsid w:val="007B273F"/>
    <w:rsid w:val="007C0C18"/>
    <w:rsid w:val="007C4CC6"/>
    <w:rsid w:val="007C539C"/>
    <w:rsid w:val="007C6771"/>
    <w:rsid w:val="007D1A9B"/>
    <w:rsid w:val="007D2DD8"/>
    <w:rsid w:val="007D598D"/>
    <w:rsid w:val="007D673E"/>
    <w:rsid w:val="007E516C"/>
    <w:rsid w:val="007E70CD"/>
    <w:rsid w:val="007E7998"/>
    <w:rsid w:val="007F05C4"/>
    <w:rsid w:val="0082178C"/>
    <w:rsid w:val="00821B54"/>
    <w:rsid w:val="00822837"/>
    <w:rsid w:val="008238EA"/>
    <w:rsid w:val="00824341"/>
    <w:rsid w:val="00827A21"/>
    <w:rsid w:val="00834801"/>
    <w:rsid w:val="00841475"/>
    <w:rsid w:val="00844944"/>
    <w:rsid w:val="00850FCB"/>
    <w:rsid w:val="0085290E"/>
    <w:rsid w:val="00864B5F"/>
    <w:rsid w:val="00866454"/>
    <w:rsid w:val="008670E2"/>
    <w:rsid w:val="00874BC3"/>
    <w:rsid w:val="00877F8C"/>
    <w:rsid w:val="008A39D6"/>
    <w:rsid w:val="008A46B2"/>
    <w:rsid w:val="008A50A8"/>
    <w:rsid w:val="008B33AB"/>
    <w:rsid w:val="008C55EC"/>
    <w:rsid w:val="008D03E3"/>
    <w:rsid w:val="008D29D9"/>
    <w:rsid w:val="008E26DE"/>
    <w:rsid w:val="008F0C43"/>
    <w:rsid w:val="008F2E3E"/>
    <w:rsid w:val="008F4FF4"/>
    <w:rsid w:val="0090202F"/>
    <w:rsid w:val="00915531"/>
    <w:rsid w:val="00930B82"/>
    <w:rsid w:val="00931047"/>
    <w:rsid w:val="00933AA9"/>
    <w:rsid w:val="0093403C"/>
    <w:rsid w:val="009341CB"/>
    <w:rsid w:val="009350EF"/>
    <w:rsid w:val="00945031"/>
    <w:rsid w:val="00946AE5"/>
    <w:rsid w:val="0095287A"/>
    <w:rsid w:val="00964FB8"/>
    <w:rsid w:val="00973B3A"/>
    <w:rsid w:val="0097532F"/>
    <w:rsid w:val="00987E75"/>
    <w:rsid w:val="00990660"/>
    <w:rsid w:val="00991DC9"/>
    <w:rsid w:val="00995B55"/>
    <w:rsid w:val="009972B1"/>
    <w:rsid w:val="009A6B89"/>
    <w:rsid w:val="009B3AE7"/>
    <w:rsid w:val="009B5D17"/>
    <w:rsid w:val="009B60B1"/>
    <w:rsid w:val="009D19C0"/>
    <w:rsid w:val="009D4227"/>
    <w:rsid w:val="009D4CCC"/>
    <w:rsid w:val="009E6F6F"/>
    <w:rsid w:val="009E7125"/>
    <w:rsid w:val="009E7371"/>
    <w:rsid w:val="009E78D5"/>
    <w:rsid w:val="009F13D5"/>
    <w:rsid w:val="009F72EB"/>
    <w:rsid w:val="009F7503"/>
    <w:rsid w:val="00A0179E"/>
    <w:rsid w:val="00A04F08"/>
    <w:rsid w:val="00A24504"/>
    <w:rsid w:val="00A270F7"/>
    <w:rsid w:val="00A31BAF"/>
    <w:rsid w:val="00A3514E"/>
    <w:rsid w:val="00A35983"/>
    <w:rsid w:val="00A360CF"/>
    <w:rsid w:val="00A4135E"/>
    <w:rsid w:val="00A42005"/>
    <w:rsid w:val="00A46480"/>
    <w:rsid w:val="00A6101E"/>
    <w:rsid w:val="00A61C79"/>
    <w:rsid w:val="00A61F56"/>
    <w:rsid w:val="00A6531C"/>
    <w:rsid w:val="00A71A88"/>
    <w:rsid w:val="00A804E3"/>
    <w:rsid w:val="00AB0221"/>
    <w:rsid w:val="00AB32C3"/>
    <w:rsid w:val="00AC343E"/>
    <w:rsid w:val="00AC3AEE"/>
    <w:rsid w:val="00AD07A9"/>
    <w:rsid w:val="00AD2D3F"/>
    <w:rsid w:val="00AD3BBD"/>
    <w:rsid w:val="00AE3BEF"/>
    <w:rsid w:val="00AE47F4"/>
    <w:rsid w:val="00AF7DDC"/>
    <w:rsid w:val="00B075DF"/>
    <w:rsid w:val="00B102AB"/>
    <w:rsid w:val="00B10BA1"/>
    <w:rsid w:val="00B16CDE"/>
    <w:rsid w:val="00B32C9C"/>
    <w:rsid w:val="00B3727B"/>
    <w:rsid w:val="00B40789"/>
    <w:rsid w:val="00B43990"/>
    <w:rsid w:val="00B46A76"/>
    <w:rsid w:val="00B50F51"/>
    <w:rsid w:val="00B5106F"/>
    <w:rsid w:val="00B57DC0"/>
    <w:rsid w:val="00B80BC0"/>
    <w:rsid w:val="00B87D65"/>
    <w:rsid w:val="00B92B8A"/>
    <w:rsid w:val="00B94738"/>
    <w:rsid w:val="00BA2CC7"/>
    <w:rsid w:val="00BA67F6"/>
    <w:rsid w:val="00BB0CEF"/>
    <w:rsid w:val="00BB45B3"/>
    <w:rsid w:val="00BB78D8"/>
    <w:rsid w:val="00BC05DD"/>
    <w:rsid w:val="00BC0A00"/>
    <w:rsid w:val="00BC1E3B"/>
    <w:rsid w:val="00BC5532"/>
    <w:rsid w:val="00BC7AB9"/>
    <w:rsid w:val="00BD0BFC"/>
    <w:rsid w:val="00BD5C85"/>
    <w:rsid w:val="00BE2074"/>
    <w:rsid w:val="00BE4DAD"/>
    <w:rsid w:val="00C01C81"/>
    <w:rsid w:val="00C02B9B"/>
    <w:rsid w:val="00C04845"/>
    <w:rsid w:val="00C06A2C"/>
    <w:rsid w:val="00C07523"/>
    <w:rsid w:val="00C107A7"/>
    <w:rsid w:val="00C25A46"/>
    <w:rsid w:val="00C31050"/>
    <w:rsid w:val="00C65062"/>
    <w:rsid w:val="00C668C4"/>
    <w:rsid w:val="00C77F3E"/>
    <w:rsid w:val="00C80102"/>
    <w:rsid w:val="00C8658F"/>
    <w:rsid w:val="00C86894"/>
    <w:rsid w:val="00C95D2C"/>
    <w:rsid w:val="00C96F8F"/>
    <w:rsid w:val="00CA4D26"/>
    <w:rsid w:val="00CA6982"/>
    <w:rsid w:val="00CB0E93"/>
    <w:rsid w:val="00CB1413"/>
    <w:rsid w:val="00CB7EFC"/>
    <w:rsid w:val="00CC16EC"/>
    <w:rsid w:val="00CC3586"/>
    <w:rsid w:val="00CC3C24"/>
    <w:rsid w:val="00CC43EC"/>
    <w:rsid w:val="00CC664E"/>
    <w:rsid w:val="00CD3676"/>
    <w:rsid w:val="00CD47AA"/>
    <w:rsid w:val="00CE04B7"/>
    <w:rsid w:val="00CE5E0C"/>
    <w:rsid w:val="00D0023F"/>
    <w:rsid w:val="00D00A4C"/>
    <w:rsid w:val="00D068A2"/>
    <w:rsid w:val="00D06EAE"/>
    <w:rsid w:val="00D12E1B"/>
    <w:rsid w:val="00D14106"/>
    <w:rsid w:val="00D14CFD"/>
    <w:rsid w:val="00D17700"/>
    <w:rsid w:val="00D24914"/>
    <w:rsid w:val="00D45D7F"/>
    <w:rsid w:val="00D50CE4"/>
    <w:rsid w:val="00D5322F"/>
    <w:rsid w:val="00D55E48"/>
    <w:rsid w:val="00D576C4"/>
    <w:rsid w:val="00D666D4"/>
    <w:rsid w:val="00D72A8A"/>
    <w:rsid w:val="00D8305B"/>
    <w:rsid w:val="00D87B56"/>
    <w:rsid w:val="00D91DAD"/>
    <w:rsid w:val="00D9255A"/>
    <w:rsid w:val="00D95AE4"/>
    <w:rsid w:val="00DA2EE1"/>
    <w:rsid w:val="00DA5D31"/>
    <w:rsid w:val="00DC64A7"/>
    <w:rsid w:val="00DD0900"/>
    <w:rsid w:val="00DE0B9B"/>
    <w:rsid w:val="00DE26BF"/>
    <w:rsid w:val="00DE34E7"/>
    <w:rsid w:val="00DF1520"/>
    <w:rsid w:val="00E1076C"/>
    <w:rsid w:val="00E1183C"/>
    <w:rsid w:val="00E23AA0"/>
    <w:rsid w:val="00E26DFB"/>
    <w:rsid w:val="00E2790A"/>
    <w:rsid w:val="00E27D3C"/>
    <w:rsid w:val="00E36AC0"/>
    <w:rsid w:val="00E376AD"/>
    <w:rsid w:val="00E53655"/>
    <w:rsid w:val="00E57595"/>
    <w:rsid w:val="00E6024E"/>
    <w:rsid w:val="00E64DAC"/>
    <w:rsid w:val="00E66DE8"/>
    <w:rsid w:val="00E71159"/>
    <w:rsid w:val="00E81264"/>
    <w:rsid w:val="00E879B7"/>
    <w:rsid w:val="00EA09C2"/>
    <w:rsid w:val="00EA4D2C"/>
    <w:rsid w:val="00EA7E89"/>
    <w:rsid w:val="00EB3566"/>
    <w:rsid w:val="00ED5286"/>
    <w:rsid w:val="00ED5BD1"/>
    <w:rsid w:val="00EF2C43"/>
    <w:rsid w:val="00EF672E"/>
    <w:rsid w:val="00F03888"/>
    <w:rsid w:val="00F11415"/>
    <w:rsid w:val="00F44184"/>
    <w:rsid w:val="00F52293"/>
    <w:rsid w:val="00F540C3"/>
    <w:rsid w:val="00F74F42"/>
    <w:rsid w:val="00F81012"/>
    <w:rsid w:val="00F8128A"/>
    <w:rsid w:val="00F91514"/>
    <w:rsid w:val="00FB1D93"/>
    <w:rsid w:val="00FC65A5"/>
    <w:rsid w:val="00FC76F4"/>
    <w:rsid w:val="00FD0035"/>
    <w:rsid w:val="00FD02B2"/>
    <w:rsid w:val="00FE3344"/>
    <w:rsid w:val="00FE61FD"/>
    <w:rsid w:val="00FE730E"/>
    <w:rsid w:val="00FF1E3E"/>
    <w:rsid w:val="00FF205D"/>
    <w:rsid w:val="00FF5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7797F05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7528C3"/>
    <w:pPr>
      <w:tabs>
        <w:tab w:val="left" w:pos="993"/>
      </w:tabs>
      <w:spacing w:after="140" w:line="300" w:lineRule="atLeast"/>
    </w:pPr>
    <w:rPr>
      <w:rFonts w:ascii="Gill Sans MT" w:hAnsi="Gill Sans MT"/>
      <w:spacing w:val="16"/>
      <w:sz w:val="26"/>
      <w:szCs w:val="26"/>
      <w:lang w:eastAsia="en-AU"/>
    </w:rPr>
  </w:style>
  <w:style w:type="paragraph" w:styleId="Heading1">
    <w:name w:val="heading 1"/>
    <w:basedOn w:val="Normal"/>
    <w:next w:val="Normal"/>
    <w:qFormat/>
    <w:rsid w:val="005A67C6"/>
    <w:pPr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qFormat/>
    <w:rsid w:val="005A67C6"/>
    <w:pPr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A67C6"/>
    <w:rPr>
      <w:rFonts w:ascii="Gill Sans MT" w:hAnsi="Gill Sans MT"/>
      <w:b/>
      <w:color w:val="000000"/>
      <w:spacing w:val="16"/>
      <w:sz w:val="24"/>
      <w:szCs w:val="28"/>
      <w:lang w:val="en-AU" w:eastAsia="en-AU" w:bidi="ar-SA"/>
    </w:rPr>
  </w:style>
  <w:style w:type="paragraph" w:styleId="Title">
    <w:name w:val="Title"/>
    <w:basedOn w:val="Normal"/>
    <w:qFormat/>
    <w:rsid w:val="006D762D"/>
    <w:pPr>
      <w:spacing w:before="240" w:after="60"/>
      <w:jc w:val="center"/>
      <w:outlineLvl w:val="0"/>
    </w:pPr>
    <w:rPr>
      <w:rFonts w:cs="Arial"/>
      <w:b/>
      <w:bCs/>
      <w:color w:val="FFFFFF"/>
      <w:kern w:val="28"/>
      <w:sz w:val="48"/>
      <w:szCs w:val="32"/>
    </w:rPr>
  </w:style>
  <w:style w:type="paragraph" w:customStyle="1" w:styleId="Subtitle1">
    <w:name w:val="Subtitle1"/>
    <w:basedOn w:val="Normal"/>
    <w:rsid w:val="005A67C6"/>
    <w:pPr>
      <w:jc w:val="center"/>
    </w:pPr>
    <w:rPr>
      <w:color w:val="FFFFFF"/>
      <w:sz w:val="32"/>
    </w:rPr>
  </w:style>
  <w:style w:type="paragraph" w:styleId="Header">
    <w:name w:val="header"/>
    <w:basedOn w:val="Normal"/>
    <w:rsid w:val="00D72A8A"/>
    <w:pPr>
      <w:tabs>
        <w:tab w:val="center" w:pos="4153"/>
        <w:tab w:val="right" w:pos="8306"/>
      </w:tabs>
    </w:pPr>
  </w:style>
  <w:style w:type="paragraph" w:customStyle="1" w:styleId="ContactDetails">
    <w:name w:val="Contact Details"/>
    <w:basedOn w:val="Normal"/>
    <w:next w:val="Normal"/>
    <w:rsid w:val="005A67C6"/>
    <w:rPr>
      <w:color w:val="FFFFFF"/>
    </w:rPr>
  </w:style>
  <w:style w:type="paragraph" w:styleId="Footer">
    <w:name w:val="footer"/>
    <w:basedOn w:val="Normal"/>
    <w:rsid w:val="00D72A8A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72"/>
    <w:rsid w:val="005B7ADA"/>
    <w:pPr>
      <w:ind w:left="720"/>
      <w:contextualSpacing/>
    </w:pPr>
  </w:style>
  <w:style w:type="table" w:styleId="TableGrid">
    <w:name w:val="Table Grid"/>
    <w:basedOn w:val="TableNormal"/>
    <w:rsid w:val="00732104"/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60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6024E"/>
    <w:rPr>
      <w:rFonts w:ascii="Tahoma" w:hAnsi="Tahoma" w:cs="Tahoma"/>
      <w:spacing w:val="16"/>
      <w:sz w:val="16"/>
      <w:szCs w:val="16"/>
      <w:lang w:eastAsia="en-AU"/>
    </w:rPr>
  </w:style>
  <w:style w:type="character" w:styleId="Hyperlink">
    <w:name w:val="Hyperlink"/>
    <w:basedOn w:val="DefaultParagraphFont"/>
    <w:rsid w:val="005D2C1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EF672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7528C3"/>
    <w:pPr>
      <w:tabs>
        <w:tab w:val="left" w:pos="993"/>
      </w:tabs>
      <w:spacing w:after="140" w:line="300" w:lineRule="atLeast"/>
    </w:pPr>
    <w:rPr>
      <w:rFonts w:ascii="Gill Sans MT" w:hAnsi="Gill Sans MT"/>
      <w:spacing w:val="16"/>
      <w:sz w:val="26"/>
      <w:szCs w:val="26"/>
      <w:lang w:eastAsia="en-AU"/>
    </w:rPr>
  </w:style>
  <w:style w:type="paragraph" w:styleId="Heading1">
    <w:name w:val="heading 1"/>
    <w:basedOn w:val="Normal"/>
    <w:next w:val="Normal"/>
    <w:qFormat/>
    <w:rsid w:val="005A67C6"/>
    <w:pPr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qFormat/>
    <w:rsid w:val="005A67C6"/>
    <w:pPr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A67C6"/>
    <w:rPr>
      <w:rFonts w:ascii="Gill Sans MT" w:hAnsi="Gill Sans MT"/>
      <w:b/>
      <w:color w:val="000000"/>
      <w:spacing w:val="16"/>
      <w:sz w:val="24"/>
      <w:szCs w:val="28"/>
      <w:lang w:val="en-AU" w:eastAsia="en-AU" w:bidi="ar-SA"/>
    </w:rPr>
  </w:style>
  <w:style w:type="paragraph" w:styleId="Title">
    <w:name w:val="Title"/>
    <w:basedOn w:val="Normal"/>
    <w:qFormat/>
    <w:rsid w:val="006D762D"/>
    <w:pPr>
      <w:spacing w:before="240" w:after="60"/>
      <w:jc w:val="center"/>
      <w:outlineLvl w:val="0"/>
    </w:pPr>
    <w:rPr>
      <w:rFonts w:cs="Arial"/>
      <w:b/>
      <w:bCs/>
      <w:color w:val="FFFFFF"/>
      <w:kern w:val="28"/>
      <w:sz w:val="48"/>
      <w:szCs w:val="32"/>
    </w:rPr>
  </w:style>
  <w:style w:type="paragraph" w:customStyle="1" w:styleId="Subtitle1">
    <w:name w:val="Subtitle1"/>
    <w:basedOn w:val="Normal"/>
    <w:rsid w:val="005A67C6"/>
    <w:pPr>
      <w:jc w:val="center"/>
    </w:pPr>
    <w:rPr>
      <w:color w:val="FFFFFF"/>
      <w:sz w:val="32"/>
    </w:rPr>
  </w:style>
  <w:style w:type="paragraph" w:styleId="Header">
    <w:name w:val="header"/>
    <w:basedOn w:val="Normal"/>
    <w:rsid w:val="00D72A8A"/>
    <w:pPr>
      <w:tabs>
        <w:tab w:val="center" w:pos="4153"/>
        <w:tab w:val="right" w:pos="8306"/>
      </w:tabs>
    </w:pPr>
  </w:style>
  <w:style w:type="paragraph" w:customStyle="1" w:styleId="ContactDetails">
    <w:name w:val="Contact Details"/>
    <w:basedOn w:val="Normal"/>
    <w:next w:val="Normal"/>
    <w:rsid w:val="005A67C6"/>
    <w:rPr>
      <w:color w:val="FFFFFF"/>
    </w:rPr>
  </w:style>
  <w:style w:type="paragraph" w:styleId="Footer">
    <w:name w:val="footer"/>
    <w:basedOn w:val="Normal"/>
    <w:rsid w:val="00D72A8A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72"/>
    <w:rsid w:val="005B7ADA"/>
    <w:pPr>
      <w:ind w:left="720"/>
      <w:contextualSpacing/>
    </w:pPr>
  </w:style>
  <w:style w:type="table" w:styleId="TableGrid">
    <w:name w:val="Table Grid"/>
    <w:basedOn w:val="TableNormal"/>
    <w:rsid w:val="00732104"/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60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6024E"/>
    <w:rPr>
      <w:rFonts w:ascii="Tahoma" w:hAnsi="Tahoma" w:cs="Tahoma"/>
      <w:spacing w:val="16"/>
      <w:sz w:val="16"/>
      <w:szCs w:val="16"/>
      <w:lang w:eastAsia="en-AU"/>
    </w:rPr>
  </w:style>
  <w:style w:type="character" w:styleId="Hyperlink">
    <w:name w:val="Hyperlink"/>
    <w:basedOn w:val="DefaultParagraphFont"/>
    <w:rsid w:val="005D2C1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EF672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F50B86F3.dotm</Template>
  <TotalTime>1</TotalTime>
  <Pages>2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DHHS</Company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Hemmings</dc:creator>
  <cp:lastModifiedBy>Eaves, Gerry</cp:lastModifiedBy>
  <cp:revision>2</cp:revision>
  <cp:lastPrinted>2019-06-27T09:36:00Z</cp:lastPrinted>
  <dcterms:created xsi:type="dcterms:W3CDTF">2019-07-01T03:47:00Z</dcterms:created>
  <dcterms:modified xsi:type="dcterms:W3CDTF">2019-07-01T03:47:00Z</dcterms:modified>
</cp:coreProperties>
</file>